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B7372">
              <w:rPr>
                <w:rFonts w:asciiTheme="minorHAnsi" w:hAnsiTheme="minorHAnsi" w:cstheme="minorHAnsi"/>
                <w:b/>
                <w:bCs/>
                <w:lang w:val="de-DE"/>
              </w:rPr>
              <w:t>CER2S2NCDE</w:t>
            </w:r>
          </w:p>
        </w:tc>
      </w:tr>
      <w:tr w:rsidR="00B32D1F" w:rsidRPr="004B2B37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Klein für Flaschen </w:t>
            </w:r>
          </w:p>
        </w:tc>
      </w:tr>
      <w:tr w:rsidR="00B32D1F" w:rsidRPr="004B2B37" w:rsidTr="00CC0011">
        <w:tc>
          <w:tcPr>
            <w:tcW w:w="3510" w:type="dxa"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B32D1F" w:rsidRPr="00DB7372" w:rsidRDefault="00FB6F3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B32D1F"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B32D1F" w:rsidRPr="004B2B37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B32D1F" w:rsidRPr="004B2B37" w:rsidTr="00CC0011">
        <w:tc>
          <w:tcPr>
            <w:tcW w:w="3510" w:type="dxa"/>
          </w:tcPr>
          <w:p w:rsidR="00B32D1F" w:rsidRPr="00DB7372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B32D1F" w:rsidRPr="00DB7372" w:rsidTr="00CC0011">
        <w:tc>
          <w:tcPr>
            <w:tcW w:w="3510" w:type="dxa"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B32D1F" w:rsidRPr="00DB7372" w:rsidRDefault="00FB6F3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B32D1F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B32D1F" w:rsidRPr="00DB7372" w:rsidRDefault="00FB6F3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B32D1F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B32D1F" w:rsidRPr="00DB7372" w:rsidTr="00CC0011">
        <w:tc>
          <w:tcPr>
            <w:tcW w:w="3510" w:type="dxa"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4B2B37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miscea CLASSIC Klein: Spendet berührungslos Wasser, Seife und Desinfektion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B32D1F" w:rsidRPr="004B2B37" w:rsidTr="00CC0011">
        <w:tc>
          <w:tcPr>
            <w:tcW w:w="3510" w:type="dxa"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32D1F" w:rsidRPr="00DB7372" w:rsidTr="00CC0011">
        <w:tc>
          <w:tcPr>
            <w:tcW w:w="3510" w:type="dxa"/>
            <w:hideMark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Waterbox inkl. Elektronik und Magnetventil</w:t>
            </w:r>
          </w:p>
          <w:p w:rsidR="00B32D1F" w:rsidRPr="00DB7372" w:rsidRDefault="00FB6F3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B32D1F" w:rsidRPr="00DB7372">
              <w:rPr>
                <w:rFonts w:asciiTheme="minorHAnsi" w:hAnsiTheme="minorHAnsi" w:cstheme="minorHAnsi"/>
                <w:lang w:val="de-DE"/>
              </w:rPr>
              <w:t xml:space="preserve"> für Euroflaschen mit Seife und Desinfektionsmittel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B32D1F" w:rsidRPr="00DB7372" w:rsidRDefault="00B32D1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B32D1F" w:rsidRPr="00DB7372" w:rsidRDefault="00B32D1F" w:rsidP="00FB6F3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  <w:bookmarkStart w:id="0" w:name="_GoBack"/>
        <w:bookmarkEnd w:id="0"/>
      </w:tr>
      <w:tr w:rsidR="00B32D1F" w:rsidRPr="00DB7372" w:rsidTr="00CC0011">
        <w:tc>
          <w:tcPr>
            <w:tcW w:w="3510" w:type="dxa"/>
          </w:tcPr>
          <w:p w:rsidR="00B32D1F" w:rsidRPr="00986C54" w:rsidRDefault="00B32D1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32D1F" w:rsidRPr="00DB7372" w:rsidRDefault="00B32D1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B49" w:rsidRDefault="00596B49" w:rsidP="00187130">
      <w:pPr>
        <w:spacing w:line="240" w:lineRule="auto"/>
      </w:pPr>
      <w:r>
        <w:separator/>
      </w:r>
    </w:p>
  </w:endnote>
  <w:endnote w:type="continuationSeparator" w:id="0">
    <w:p w:rsidR="00596B49" w:rsidRDefault="00596B4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FB6F3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F85AFF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F85AFF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B6F3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B6F3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B49" w:rsidRDefault="00596B49" w:rsidP="00187130">
      <w:pPr>
        <w:spacing w:line="240" w:lineRule="auto"/>
      </w:pPr>
      <w:r>
        <w:separator/>
      </w:r>
    </w:p>
  </w:footnote>
  <w:footnote w:type="continuationSeparator" w:id="0">
    <w:p w:rsidR="00596B49" w:rsidRDefault="00596B4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4B2B37"/>
    <w:rsid w:val="00520B84"/>
    <w:rsid w:val="00596B49"/>
    <w:rsid w:val="006F3CB6"/>
    <w:rsid w:val="008D6316"/>
    <w:rsid w:val="00921DEB"/>
    <w:rsid w:val="00B32D1F"/>
    <w:rsid w:val="00F041C0"/>
    <w:rsid w:val="00F85AFF"/>
    <w:rsid w:val="00FB6F3A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E562A6"/>
  <w15:docId w15:val="{52DC0C6E-1F4E-4F89-BCDB-7EBCB581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2015-05-21T06:58:00Z</dcterms:created>
  <dcterms:modified xsi:type="dcterms:W3CDTF">2020-01-27T09:46:00Z</dcterms:modified>
</cp:coreProperties>
</file>