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CER2S1NCEN</w:t>
            </w:r>
          </w:p>
        </w:tc>
      </w:tr>
      <w:tr w:rsidR="006F3CB6" w:rsidRPr="006E6957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6F3CB6" w:rsidRPr="00986C54" w:rsidRDefault="006F3CB6" w:rsidP="0016579A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 Klein für Beutel</w:t>
            </w:r>
          </w:p>
        </w:tc>
      </w:tr>
      <w:tr w:rsidR="006F3CB6" w:rsidRPr="006E6957" w:rsidTr="006F3CB6">
        <w:tc>
          <w:tcPr>
            <w:tcW w:w="3510" w:type="dxa"/>
          </w:tcPr>
          <w:p w:rsidR="006F3CB6" w:rsidRPr="00986C54" w:rsidRDefault="006F3CB6" w:rsidP="006F3CB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6F3CB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6F3CB6" w:rsidRPr="00986C54" w:rsidRDefault="008B6F3D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Englisch </w:t>
            </w:r>
          </w:p>
        </w:tc>
      </w:tr>
      <w:tr w:rsidR="006F3CB6" w:rsidRPr="006E6957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 und Desinfektion.</w:t>
            </w:r>
          </w:p>
        </w:tc>
      </w:tr>
      <w:tr w:rsidR="006F3CB6" w:rsidRPr="006E6957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6F3CB6" w:rsidRPr="00986C54" w:rsidRDefault="008A1342" w:rsidP="008A1342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6F3CB6" w:rsidRPr="00986C54" w:rsidRDefault="008A134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6E6957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 Klein: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6F3CB6" w:rsidRPr="006E6957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3CB6" w:rsidRPr="00986C54" w:rsidRDefault="006F3CB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3CB6" w:rsidRPr="00986C54" w:rsidTr="006F3CB6">
        <w:tc>
          <w:tcPr>
            <w:tcW w:w="3510" w:type="dxa"/>
          </w:tcPr>
          <w:p w:rsidR="006F3CB6" w:rsidRPr="00986C54" w:rsidRDefault="006F3CB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Waterbox inkl. Elektronik und Magnetventil</w:t>
            </w:r>
          </w:p>
          <w:p w:rsidR="006F3CB6" w:rsidRPr="00986C54" w:rsidRDefault="006E6957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Pr="00986C54">
              <w:rPr>
                <w:rFonts w:asciiTheme="minorHAnsi" w:hAnsiTheme="minorHAnsi" w:cstheme="minorHAnsi"/>
                <w:lang w:val="de-DE"/>
              </w:rPr>
              <w:t>Beute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l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6F3CB6" w:rsidRPr="00986C54">
              <w:rPr>
                <w:rFonts w:asciiTheme="minorHAnsi" w:hAnsiTheme="minorHAnsi" w:cstheme="minorHAnsi"/>
                <w:lang w:val="de-DE"/>
              </w:rPr>
              <w:t>mit Seife und Desinfektionsmittel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6F3CB6" w:rsidRPr="00986C54" w:rsidRDefault="006F3CB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6F3CB6" w:rsidRPr="00986C54" w:rsidRDefault="006F3CB6" w:rsidP="008B6F3D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7FB" w:rsidRDefault="003B07FB" w:rsidP="00187130">
      <w:pPr>
        <w:spacing w:line="240" w:lineRule="auto"/>
      </w:pPr>
      <w:r>
        <w:separator/>
      </w:r>
    </w:p>
  </w:endnote>
  <w:endnote w:type="continuationSeparator" w:id="0">
    <w:p w:rsidR="003B07FB" w:rsidRDefault="003B07FB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8A134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300751">
            <w:rPr>
              <w:sz w:val="16"/>
              <w:szCs w:val="16"/>
            </w:rPr>
            <w:t>13</w:t>
          </w:r>
          <w:r>
            <w:rPr>
              <w:sz w:val="16"/>
              <w:szCs w:val="16"/>
            </w:rPr>
            <w:t>.01.20</w:t>
          </w:r>
          <w:r w:rsidR="00300751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8B6F3D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8B6F3D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7FB" w:rsidRDefault="003B07FB" w:rsidP="00187130">
      <w:pPr>
        <w:spacing w:line="240" w:lineRule="auto"/>
      </w:pPr>
      <w:r>
        <w:separator/>
      </w:r>
    </w:p>
  </w:footnote>
  <w:footnote w:type="continuationSeparator" w:id="0">
    <w:p w:rsidR="003B07FB" w:rsidRDefault="003B07FB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16579A"/>
    <w:rsid w:val="00187130"/>
    <w:rsid w:val="00300751"/>
    <w:rsid w:val="003B07FB"/>
    <w:rsid w:val="006E6957"/>
    <w:rsid w:val="006F3CB6"/>
    <w:rsid w:val="008A1342"/>
    <w:rsid w:val="008B6F3D"/>
    <w:rsid w:val="008D6316"/>
    <w:rsid w:val="00921DEB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2BC812E"/>
  <w15:docId w15:val="{5751B9D7-B08F-4B70-8E96-8B39B7F8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2015-05-21T06:37:00Z</dcterms:created>
  <dcterms:modified xsi:type="dcterms:W3CDTF">2020-01-27T09:37:00Z</dcterms:modified>
</cp:coreProperties>
</file>