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2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</w:tcPr>
          <w:p w:rsidR="000C71CE" w:rsidRPr="00212BB1" w:rsidRDefault="000C71CE" w:rsidP="00CC0011">
            <w:pPr>
              <w:rPr>
                <w:rFonts w:asciiTheme="minorHAnsi" w:hAnsiTheme="minorHAnsi" w:cstheme="minorHAnsi"/>
                <w:b/>
                <w:bCs/>
              </w:rPr>
            </w:pPr>
            <w:r w:rsidRPr="00F91EEE">
              <w:rPr>
                <w:rFonts w:asciiTheme="minorHAnsi" w:hAnsiTheme="minorHAnsi" w:cstheme="minorHAnsi"/>
                <w:b/>
                <w:bCs/>
              </w:rPr>
              <w:t>CER1S2NCDE</w:t>
            </w:r>
          </w:p>
        </w:tc>
      </w:tr>
      <w:tr w:rsidR="000C71CE" w:rsidRPr="007937D6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für Flaschen </w:t>
            </w:r>
          </w:p>
        </w:tc>
      </w:tr>
      <w:tr w:rsidR="000C71CE" w:rsidRPr="007937D6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0C71CE" w:rsidRPr="00303E8A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Allgemeine Informationen</w:t>
            </w:r>
          </w:p>
        </w:tc>
        <w:tc>
          <w:tcPr>
            <w:tcW w:w="5733" w:type="dxa"/>
          </w:tcPr>
          <w:p w:rsidR="000C71CE" w:rsidRDefault="000C71CE" w:rsidP="00CC0011">
            <w:pPr>
              <w:rPr>
                <w:rFonts w:asciiTheme="minorHAnsi" w:hAnsiTheme="minorHAnsi" w:cstheme="minorHAnsi"/>
              </w:rPr>
            </w:pP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</w:tcPr>
          <w:p w:rsidR="000C71CE" w:rsidRPr="00DB7372" w:rsidRDefault="00264E00" w:rsidP="00CC0011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Flaschen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Deutsch</w:t>
            </w:r>
          </w:p>
        </w:tc>
      </w:tr>
      <w:tr w:rsidR="000C71CE" w:rsidRPr="007937D6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Berührungslose, elektronisch gesteuerte Waschtischarmatur mit integriertem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DB7372">
              <w:rPr>
                <w:rFonts w:asciiTheme="minorHAnsi" w:hAnsiTheme="minorHAnsi" w:cstheme="minorHAnsi"/>
                <w:lang w:val="de-DE"/>
              </w:rPr>
              <w:t>Spender für Seife und Desinfektion.</w:t>
            </w:r>
          </w:p>
        </w:tc>
      </w:tr>
      <w:tr w:rsidR="000C71CE" w:rsidRPr="007937D6" w:rsidTr="00CC0011">
        <w:tc>
          <w:tcPr>
            <w:tcW w:w="3510" w:type="dxa"/>
          </w:tcPr>
          <w:p w:rsidR="000C71CE" w:rsidRPr="00DB7372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 Edelstahl gebürstet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C71CE" w:rsidRPr="00D2754D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24 V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100 – 240 V</w:t>
            </w:r>
            <w:r w:rsidRPr="00DB7372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DB7372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264E00" w:rsidRPr="00242319" w:rsidTr="00CC0011">
        <w:tc>
          <w:tcPr>
            <w:tcW w:w="3510" w:type="dxa"/>
          </w:tcPr>
          <w:p w:rsidR="00264E00" w:rsidRPr="00986C54" w:rsidRDefault="00264E00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</w:tcPr>
          <w:p w:rsidR="00264E00" w:rsidRDefault="00FF38CE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 xml:space="preserve">0.5 to </w:t>
            </w:r>
            <w:r w:rsidR="00264E00">
              <w:rPr>
                <w:rFonts w:asciiTheme="minorHAnsi" w:hAnsiTheme="minorHAnsi" w:cstheme="minorHAnsi"/>
                <w:lang w:val="de-DE"/>
              </w:rPr>
              <w:t>8 bar</w:t>
            </w:r>
          </w:p>
        </w:tc>
      </w:tr>
      <w:tr w:rsidR="00264E00" w:rsidRPr="00242319" w:rsidTr="00CC0011">
        <w:tc>
          <w:tcPr>
            <w:tcW w:w="3510" w:type="dxa"/>
          </w:tcPr>
          <w:p w:rsidR="00264E00" w:rsidRPr="00986C54" w:rsidRDefault="00264E00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</w:tcPr>
          <w:p w:rsidR="00264E00" w:rsidRDefault="00264E00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 °C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Schutzklasse des Leiterplattengehäuses: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C71CE" w:rsidRPr="007937D6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 xml:space="preserve">miscea CLASSIC </w:t>
            </w:r>
            <w:r>
              <w:rPr>
                <w:rFonts w:asciiTheme="minorHAnsi" w:hAnsiTheme="minorHAnsi" w:cstheme="minorHAnsi"/>
                <w:lang w:val="de-DE"/>
              </w:rPr>
              <w:t>Standard</w:t>
            </w:r>
            <w:r w:rsidRPr="00DB7372">
              <w:rPr>
                <w:rFonts w:asciiTheme="minorHAnsi" w:hAnsiTheme="minorHAnsi" w:cstheme="minorHAnsi"/>
                <w:lang w:val="de-DE"/>
              </w:rPr>
              <w:t>: Spendet berührungslos Wasser, Seife und Desinfektion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Berührungsloses Einstellen der Wassertemperatur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Armaturenkopf aus hochwertigem, lasergraviertem Spezialglas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Pulsierendes Licht (Herzschlag) zeigt an, dass das Gerät betriebsbereit ist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Display mit LED-Anzeige der Temperatur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Wasserdauerlauf aktivierbar bei Betätigung von + und – zur gleichen Zeit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Automatische Hygienespülung kann mit der Fernbedienung eingestellt werden</w:t>
            </w:r>
          </w:p>
        </w:tc>
      </w:tr>
      <w:tr w:rsidR="000C71CE" w:rsidRPr="007937D6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C71CE" w:rsidRPr="00DB7372" w:rsidRDefault="000C71CE" w:rsidP="00CC0011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986C54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</w:tcPr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Wa</w:t>
            </w:r>
            <w:r w:rsidR="007937D6">
              <w:rPr>
                <w:rFonts w:asciiTheme="minorHAnsi" w:hAnsiTheme="minorHAnsi" w:cstheme="minorHAnsi"/>
                <w:lang w:val="de-DE"/>
              </w:rPr>
              <w:t>ss</w:t>
            </w:r>
            <w:bookmarkStart w:id="0" w:name="_GoBack"/>
            <w:bookmarkEnd w:id="0"/>
            <w:r w:rsidRPr="00DB7372">
              <w:rPr>
                <w:rFonts w:asciiTheme="minorHAnsi" w:hAnsiTheme="minorHAnsi" w:cstheme="minorHAnsi"/>
                <w:lang w:val="de-DE"/>
              </w:rPr>
              <w:t>erbox inkl. Elektronik und Magnetventil</w:t>
            </w:r>
          </w:p>
          <w:p w:rsidR="000C71CE" w:rsidRPr="00DB7372" w:rsidRDefault="00264E00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Seifenbox für Euroflaschen</w:t>
            </w:r>
            <w:r w:rsidR="000C71CE" w:rsidRPr="00DB7372">
              <w:rPr>
                <w:rFonts w:asciiTheme="minorHAnsi" w:hAnsiTheme="minorHAnsi" w:cstheme="minorHAnsi"/>
                <w:lang w:val="de-DE"/>
              </w:rPr>
              <w:t xml:space="preserve"> mit Seife und Desinfektionsmittel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Je ein Edelstahl-Panzerschlauch (850 mm) für den Warm und Kaltwasseranschluss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Netzstecker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DB7372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  <w:p w:rsidR="000C71CE" w:rsidRPr="00DB7372" w:rsidRDefault="000C71CE" w:rsidP="00CC0011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0C71CE" w:rsidRPr="00242319" w:rsidTr="00CC0011">
        <w:tc>
          <w:tcPr>
            <w:tcW w:w="3510" w:type="dxa"/>
          </w:tcPr>
          <w:p w:rsidR="000C71CE" w:rsidRPr="00986C54" w:rsidRDefault="000C71CE" w:rsidP="00CC0011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0C71CE" w:rsidRPr="00242319" w:rsidRDefault="000C71CE" w:rsidP="00CC0011">
            <w:pPr>
              <w:rPr>
                <w:rFonts w:asciiTheme="minorHAnsi" w:hAnsiTheme="minorHAnsi" w:cstheme="minorHAnsi"/>
              </w:rPr>
            </w:pPr>
          </w:p>
        </w:tc>
      </w:tr>
    </w:tbl>
    <w:p w:rsidR="00921DEB" w:rsidRPr="006F3CB6" w:rsidRDefault="00921DEB" w:rsidP="006F3CB6"/>
    <w:sectPr w:rsidR="00921DEB" w:rsidRPr="006F3CB6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C66" w:rsidRDefault="00C97C66" w:rsidP="00187130">
      <w:pPr>
        <w:spacing w:line="240" w:lineRule="auto"/>
      </w:pPr>
      <w:r>
        <w:separator/>
      </w:r>
    </w:p>
  </w:endnote>
  <w:endnote w:type="continuationSeparator" w:id="0">
    <w:p w:rsidR="00C97C66" w:rsidRDefault="00C97C66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264E00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303E8A">
            <w:rPr>
              <w:sz w:val="16"/>
              <w:szCs w:val="16"/>
            </w:rPr>
            <w:fldChar w:fldCharType="begin"/>
          </w:r>
          <w:r w:rsidR="00303E8A">
            <w:rPr>
              <w:sz w:val="16"/>
              <w:szCs w:val="16"/>
              <w:lang w:val="de-DE"/>
            </w:rPr>
            <w:instrText xml:space="preserve"> TIME \@ "dd.MM.yyyy" </w:instrText>
          </w:r>
          <w:r w:rsidR="00303E8A">
            <w:rPr>
              <w:sz w:val="16"/>
              <w:szCs w:val="16"/>
            </w:rPr>
            <w:fldChar w:fldCharType="separate"/>
          </w:r>
          <w:r w:rsidR="007937D6">
            <w:rPr>
              <w:noProof/>
              <w:sz w:val="16"/>
              <w:szCs w:val="16"/>
              <w:lang w:val="de-DE"/>
            </w:rPr>
            <w:t>27.01.2020</w:t>
          </w:r>
          <w:r w:rsidR="00303E8A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F38C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FF38CE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C66" w:rsidRDefault="00C97C66" w:rsidP="00187130">
      <w:pPr>
        <w:spacing w:line="240" w:lineRule="auto"/>
      </w:pPr>
      <w:r>
        <w:separator/>
      </w:r>
    </w:p>
  </w:footnote>
  <w:footnote w:type="continuationSeparator" w:id="0">
    <w:p w:rsidR="00C97C66" w:rsidRDefault="00C97C66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C71CE"/>
    <w:rsid w:val="000E101F"/>
    <w:rsid w:val="000F397B"/>
    <w:rsid w:val="0016579A"/>
    <w:rsid w:val="00187130"/>
    <w:rsid w:val="00264E00"/>
    <w:rsid w:val="00283DCF"/>
    <w:rsid w:val="00303E8A"/>
    <w:rsid w:val="00311054"/>
    <w:rsid w:val="004879BA"/>
    <w:rsid w:val="004E5BA6"/>
    <w:rsid w:val="004F6ABC"/>
    <w:rsid w:val="00520B84"/>
    <w:rsid w:val="006F3CB6"/>
    <w:rsid w:val="00736F17"/>
    <w:rsid w:val="007937D6"/>
    <w:rsid w:val="008A348D"/>
    <w:rsid w:val="008B327F"/>
    <w:rsid w:val="008D6316"/>
    <w:rsid w:val="00921DEB"/>
    <w:rsid w:val="00967D7A"/>
    <w:rsid w:val="00A87852"/>
    <w:rsid w:val="00B32D1F"/>
    <w:rsid w:val="00C97C66"/>
    <w:rsid w:val="00CE4B09"/>
    <w:rsid w:val="00D3408D"/>
    <w:rsid w:val="00F041C0"/>
    <w:rsid w:val="00F55368"/>
    <w:rsid w:val="00FF38CE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11F250B6"/>
  <w15:docId w15:val="{E4A94AF8-0FCA-44FC-A853-EB552F28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2015-05-21T07:16:00Z</dcterms:created>
  <dcterms:modified xsi:type="dcterms:W3CDTF">2020-01-27T16:04:00Z</dcterms:modified>
</cp:coreProperties>
</file>