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E4B09" w:rsidRPr="00212BB1" w:rsidRDefault="00CE4B09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CCR1S1NCDE</w:t>
            </w: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CE4B09" w:rsidRPr="00143067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E4B0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E4B09" w:rsidRPr="00986C54" w:rsidRDefault="00CE4B09" w:rsidP="00D33F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</w:t>
            </w:r>
            <w:r w:rsidR="00D33FC6">
              <w:rPr>
                <w:rFonts w:asciiTheme="minorHAnsi" w:hAnsiTheme="minorHAnsi" w:cstheme="minorHAnsi"/>
                <w:lang w:val="de-DE"/>
              </w:rPr>
              <w:t>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D2754D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E4B09" w:rsidRPr="00F45DD8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F45DD8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E4B09" w:rsidRPr="00986C54" w:rsidRDefault="00D33FC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Beutel 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  <w:bookmarkStart w:id="0" w:name="_GoBack"/>
            <w:bookmarkEnd w:id="0"/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E4B09" w:rsidRPr="00986C54" w:rsidRDefault="00CE4B09" w:rsidP="00D33F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24231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Default="00921DEB" w:rsidP="006F3CB6"/>
    <w:p w:rsidR="00143067" w:rsidRDefault="00143067" w:rsidP="00143067"/>
    <w:p w:rsidR="00143067" w:rsidRPr="00143067" w:rsidRDefault="00143067" w:rsidP="00143067">
      <w:pPr>
        <w:tabs>
          <w:tab w:val="left" w:pos="6885"/>
        </w:tabs>
      </w:pPr>
      <w:r>
        <w:tab/>
      </w:r>
    </w:p>
    <w:sectPr w:rsidR="00143067" w:rsidRPr="00143067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CC" w:rsidRDefault="000E40CC" w:rsidP="00187130">
      <w:pPr>
        <w:spacing w:line="240" w:lineRule="auto"/>
      </w:pPr>
      <w:r>
        <w:separator/>
      </w:r>
    </w:p>
  </w:endnote>
  <w:endnote w:type="continuationSeparator" w:id="0">
    <w:p w:rsidR="000E40CC" w:rsidRDefault="000E40C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33FC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14306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143067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CC" w:rsidRDefault="000E40CC" w:rsidP="00187130">
      <w:pPr>
        <w:spacing w:line="240" w:lineRule="auto"/>
      </w:pPr>
      <w:r>
        <w:separator/>
      </w:r>
    </w:p>
  </w:footnote>
  <w:footnote w:type="continuationSeparator" w:id="0">
    <w:p w:rsidR="000E40CC" w:rsidRDefault="000E40C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E40CC"/>
    <w:rsid w:val="000F397B"/>
    <w:rsid w:val="00143067"/>
    <w:rsid w:val="0016579A"/>
    <w:rsid w:val="00187130"/>
    <w:rsid w:val="00520B84"/>
    <w:rsid w:val="006F3CB6"/>
    <w:rsid w:val="008A348D"/>
    <w:rsid w:val="008D6316"/>
    <w:rsid w:val="00921DEB"/>
    <w:rsid w:val="00967D7A"/>
    <w:rsid w:val="00B32D1F"/>
    <w:rsid w:val="00CE4B09"/>
    <w:rsid w:val="00D33FC6"/>
    <w:rsid w:val="00D3408D"/>
    <w:rsid w:val="00F041C0"/>
    <w:rsid w:val="00F45DD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5BBD84"/>
  <w15:docId w15:val="{34437510-8F5F-4364-BF2E-DBDD29C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2015-05-21T07:05:00Z</dcterms:created>
  <dcterms:modified xsi:type="dcterms:W3CDTF">2020-01-27T16:01:00Z</dcterms:modified>
</cp:coreProperties>
</file>