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2168C5" w:rsidRDefault="00972D55" w:rsidP="00972D55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2168C5">
              <w:rPr>
                <w:rFonts w:asciiTheme="minorHAnsi" w:hAnsiTheme="minorHAnsi" w:cstheme="minorHAnsi"/>
                <w:b/>
                <w:bCs/>
              </w:rPr>
              <w:t>R3S2</w:t>
            </w:r>
            <w:r w:rsidR="002168C5" w:rsidRPr="004172EC">
              <w:rPr>
                <w:rFonts w:asciiTheme="minorHAnsi" w:hAnsiTheme="minorHAnsi" w:cstheme="minorHAnsi"/>
                <w:b/>
                <w:bCs/>
              </w:rPr>
              <w:t>NCFR</w:t>
            </w:r>
          </w:p>
        </w:tc>
      </w:tr>
      <w:tr w:rsidR="002168C5" w:rsidTr="00972D5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CLASSIC Wall for Bottle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bottles 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French 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2168C5" w:rsidTr="002168C5">
        <w:tc>
          <w:tcPr>
            <w:tcW w:w="2456" w:type="dxa"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634586">
              <w:rPr>
                <w:rFonts w:asciiTheme="minorHAnsi" w:hAnsiTheme="minorHAnsi" w:cstheme="minorHAnsi"/>
              </w:rPr>
              <w:t>Polished chrome</w:t>
            </w:r>
            <w:r>
              <w:rPr>
                <w:rFonts w:asciiTheme="minorHAnsi" w:hAnsiTheme="minorHAnsi" w:cstheme="minorHAnsi"/>
              </w:rPr>
              <w:t xml:space="preserve"> finish </w:t>
            </w:r>
          </w:p>
        </w:tc>
      </w:tr>
      <w:tr w:rsidR="002168C5" w:rsidTr="002168C5">
        <w:tc>
          <w:tcPr>
            <w:tcW w:w="2456" w:type="dxa"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2168C5" w:rsidRDefault="002168C5" w:rsidP="00972D5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2168C5" w:rsidRDefault="00126E81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2168C5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2168C5" w:rsidRDefault="00126E81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2168C5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2168C5" w:rsidTr="002168C5">
        <w:tc>
          <w:tcPr>
            <w:tcW w:w="2456" w:type="dxa"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2168C5" w:rsidTr="002168C5">
        <w:tc>
          <w:tcPr>
            <w:tcW w:w="2456" w:type="dxa"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2168C5" w:rsidRDefault="002168C5" w:rsidP="00126E81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faucet </w:t>
            </w:r>
          </w:p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2168C5" w:rsidRDefault="002168C5" w:rsidP="00126E81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component for use </w:t>
            </w:r>
            <w:r w:rsidR="00126E81">
              <w:rPr>
                <w:rFonts w:asciiTheme="minorHAnsi" w:hAnsiTheme="minorHAnsi" w:cstheme="minorHAnsi"/>
              </w:rPr>
              <w:t xml:space="preserve">with </w:t>
            </w:r>
            <w:r>
              <w:rPr>
                <w:rFonts w:asciiTheme="minorHAnsi" w:hAnsiTheme="minorHAnsi" w:cstheme="minorHAnsi"/>
              </w:rPr>
              <w:t>bottles</w:t>
            </w:r>
          </w:p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2168C5" w:rsidRDefault="002168C5" w:rsidP="00972D55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2168C5" w:rsidTr="002168C5">
        <w:tc>
          <w:tcPr>
            <w:tcW w:w="2456" w:type="dxa"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2168C5" w:rsidRDefault="002168C5" w:rsidP="00972D55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</w:tcPr>
          <w:p w:rsidR="002168C5" w:rsidRDefault="002168C5" w:rsidP="00972D55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2168C5" w:rsidRDefault="002168C5" w:rsidP="00972D5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D55" w:rsidRDefault="00972D55" w:rsidP="00187130">
      <w:pPr>
        <w:spacing w:line="240" w:lineRule="auto"/>
      </w:pPr>
      <w:r>
        <w:separator/>
      </w:r>
    </w:p>
  </w:endnote>
  <w:endnote w:type="continuationSeparator" w:id="0">
    <w:p w:rsidR="00972D55" w:rsidRDefault="00972D55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D55" w:rsidRDefault="00972D55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972D55" w:rsidRPr="00187130" w:rsidTr="00187130">
      <w:tc>
        <w:tcPr>
          <w:tcW w:w="2986" w:type="dxa"/>
        </w:tcPr>
        <w:p w:rsidR="00972D55" w:rsidRPr="00187130" w:rsidRDefault="00972D55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634586">
            <w:rPr>
              <w:sz w:val="16"/>
              <w:szCs w:val="16"/>
            </w:rPr>
            <w:fldChar w:fldCharType="begin"/>
          </w:r>
          <w:r w:rsidR="00634586">
            <w:rPr>
              <w:sz w:val="16"/>
              <w:szCs w:val="16"/>
              <w:lang w:val="de-DE"/>
            </w:rPr>
            <w:instrText xml:space="preserve"> TIME \@ "dd.MM.yyyy" </w:instrText>
          </w:r>
          <w:r w:rsidR="00634586">
            <w:rPr>
              <w:sz w:val="16"/>
              <w:szCs w:val="16"/>
            </w:rPr>
            <w:fldChar w:fldCharType="separate"/>
          </w:r>
          <w:r w:rsidR="00634586">
            <w:rPr>
              <w:noProof/>
              <w:sz w:val="16"/>
              <w:szCs w:val="16"/>
              <w:lang w:val="de-DE"/>
            </w:rPr>
            <w:t>28.01.2020</w:t>
          </w:r>
          <w:r w:rsidR="0063458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972D55" w:rsidRPr="000E101F" w:rsidRDefault="00972D55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972D55" w:rsidRPr="00187130" w:rsidRDefault="00972D55" w:rsidP="00972D55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6E8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6E8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972D55" w:rsidRDefault="00972D55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D55" w:rsidRDefault="00972D55" w:rsidP="00187130">
      <w:pPr>
        <w:spacing w:line="240" w:lineRule="auto"/>
      </w:pPr>
      <w:r>
        <w:separator/>
      </w:r>
    </w:p>
  </w:footnote>
  <w:footnote w:type="continuationSeparator" w:id="0">
    <w:p w:rsidR="00972D55" w:rsidRDefault="00972D55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D55" w:rsidRPr="00187130" w:rsidRDefault="00972D55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A11AE"/>
    <w:rsid w:val="000E101F"/>
    <w:rsid w:val="00126E81"/>
    <w:rsid w:val="00147840"/>
    <w:rsid w:val="00174F44"/>
    <w:rsid w:val="00187130"/>
    <w:rsid w:val="002168C5"/>
    <w:rsid w:val="0023593C"/>
    <w:rsid w:val="00357D07"/>
    <w:rsid w:val="003833B6"/>
    <w:rsid w:val="004E017C"/>
    <w:rsid w:val="004E7EA9"/>
    <w:rsid w:val="00501343"/>
    <w:rsid w:val="00502F69"/>
    <w:rsid w:val="00533409"/>
    <w:rsid w:val="005653B3"/>
    <w:rsid w:val="006110B8"/>
    <w:rsid w:val="00616BEC"/>
    <w:rsid w:val="00634586"/>
    <w:rsid w:val="00634D40"/>
    <w:rsid w:val="008D6316"/>
    <w:rsid w:val="00921DEB"/>
    <w:rsid w:val="00964361"/>
    <w:rsid w:val="00972D55"/>
    <w:rsid w:val="009B2800"/>
    <w:rsid w:val="00A10F8C"/>
    <w:rsid w:val="00B42B3C"/>
    <w:rsid w:val="00B55A23"/>
    <w:rsid w:val="00B926E8"/>
    <w:rsid w:val="00BB7D7A"/>
    <w:rsid w:val="00C2725C"/>
    <w:rsid w:val="00C94EF1"/>
    <w:rsid w:val="00D23A89"/>
    <w:rsid w:val="00D25333"/>
    <w:rsid w:val="00DF5643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DA86622"/>
  <w15:docId w15:val="{E9BE7756-9650-4D93-B740-7E624408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2015-05-21T10:48:00Z</dcterms:created>
  <dcterms:modified xsi:type="dcterms:W3CDTF">2020-01-28T14:17:00Z</dcterms:modified>
</cp:coreProperties>
</file>