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3C5356" w:rsidRDefault="00775E79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3C5356" w:rsidRPr="004172EC">
              <w:rPr>
                <w:rFonts w:asciiTheme="minorHAnsi" w:hAnsiTheme="minorHAnsi" w:cstheme="minorHAnsi"/>
                <w:b/>
                <w:bCs/>
              </w:rPr>
              <w:t>R3S1NCEN</w:t>
            </w:r>
          </w:p>
        </w:tc>
      </w:tr>
      <w:tr w:rsidR="003C5356" w:rsidRPr="00CA39F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3C5356" w:rsidRPr="00CA39F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3C5356" w:rsidRPr="00F04101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3C5356" w:rsidRDefault="003C535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3C5356" w:rsidRPr="00986C54" w:rsidRDefault="00CA39F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3C5356" w:rsidRPr="00986C54" w:rsidRDefault="00775E79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3C5356" w:rsidRPr="00CA39F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CA39F6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armatur mit integriertem Spender für Seife und Desinfektion.</w:t>
            </w:r>
          </w:p>
        </w:tc>
      </w:tr>
      <w:tr w:rsidR="003C5356" w:rsidRPr="00CA39F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093137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775E79" w:rsidTr="00CC0011">
        <w:tc>
          <w:tcPr>
            <w:tcW w:w="3510" w:type="dxa"/>
          </w:tcPr>
          <w:p w:rsidR="00775E79" w:rsidRPr="00986C54" w:rsidRDefault="00775E7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775E79" w:rsidRDefault="00775E79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775E79" w:rsidTr="00CC0011">
        <w:tc>
          <w:tcPr>
            <w:tcW w:w="3510" w:type="dxa"/>
          </w:tcPr>
          <w:p w:rsidR="00775E79" w:rsidRPr="00986C54" w:rsidRDefault="00775E7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775E79" w:rsidRDefault="00775E79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RPr="00CA39F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3C5356" w:rsidRPr="00CA39F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Pr="00986C54" w:rsidRDefault="003C535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3C5356" w:rsidRPr="00986C54" w:rsidRDefault="00CA39F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Wandauslauf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C5356" w:rsidRPr="00986C54">
              <w:rPr>
                <w:rFonts w:asciiTheme="minorHAnsi" w:hAnsiTheme="minorHAnsi" w:cstheme="minorHAnsi"/>
                <w:lang w:val="de-DE"/>
              </w:rPr>
              <w:t>inkl. Elektronik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CA39F6">
              <w:rPr>
                <w:rFonts w:asciiTheme="minorHAnsi" w:hAnsiTheme="minorHAnsi" w:cstheme="minorHAnsi"/>
                <w:lang w:val="de-DE"/>
              </w:rPr>
              <w:t>ss</w:t>
            </w:r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775E79" w:rsidRDefault="00775E79" w:rsidP="00775E79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 mit Seife und Desinfektionsmittel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D8155F">
              <w:rPr>
                <w:rFonts w:asciiTheme="minorHAnsi" w:hAnsiTheme="minorHAnsi" w:cstheme="minorHAnsi"/>
                <w:lang w:val="de-DE"/>
              </w:rPr>
              <w:t>n</w:t>
            </w:r>
            <w:bookmarkStart w:id="0" w:name="_GoBack"/>
            <w:bookmarkEnd w:id="0"/>
            <w:r w:rsidR="00D8155F">
              <w:rPr>
                <w:rFonts w:asciiTheme="minorHAnsi" w:hAnsiTheme="minorHAnsi" w:cstheme="minorHAnsi"/>
                <w:lang w:val="de-DE"/>
              </w:rPr>
              <w:t>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3C5356" w:rsidRPr="00986C54" w:rsidRDefault="003C535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C5356" w:rsidTr="00CC0011">
        <w:tc>
          <w:tcPr>
            <w:tcW w:w="3510" w:type="dxa"/>
          </w:tcPr>
          <w:p w:rsidR="003C5356" w:rsidRPr="00986C54" w:rsidRDefault="003C535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3C5356" w:rsidRDefault="003C5356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6CB" w:rsidRDefault="006816CB" w:rsidP="00187130">
      <w:pPr>
        <w:spacing w:line="240" w:lineRule="auto"/>
      </w:pPr>
      <w:r>
        <w:separator/>
      </w:r>
    </w:p>
  </w:endnote>
  <w:endnote w:type="continuationSeparator" w:id="0">
    <w:p w:rsidR="006816CB" w:rsidRDefault="006816C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75E79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F04101">
            <w:rPr>
              <w:sz w:val="16"/>
              <w:szCs w:val="16"/>
            </w:rPr>
            <w:fldChar w:fldCharType="begin"/>
          </w:r>
          <w:r w:rsidR="00F04101">
            <w:rPr>
              <w:sz w:val="16"/>
              <w:szCs w:val="16"/>
              <w:lang w:val="de-DE"/>
            </w:rPr>
            <w:instrText xml:space="preserve"> TIME \@ "dd.MM.yyyy" </w:instrText>
          </w:r>
          <w:r w:rsidR="00F04101">
            <w:rPr>
              <w:sz w:val="16"/>
              <w:szCs w:val="16"/>
            </w:rPr>
            <w:fldChar w:fldCharType="separate"/>
          </w:r>
          <w:r w:rsidR="00CA39F6">
            <w:rPr>
              <w:noProof/>
              <w:sz w:val="16"/>
              <w:szCs w:val="16"/>
              <w:lang w:val="de-DE"/>
            </w:rPr>
            <w:t>27.01.2020</w:t>
          </w:r>
          <w:r w:rsidR="00F0410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9313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9313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6CB" w:rsidRDefault="006816CB" w:rsidP="00187130">
      <w:pPr>
        <w:spacing w:line="240" w:lineRule="auto"/>
      </w:pPr>
      <w:r>
        <w:separator/>
      </w:r>
    </w:p>
  </w:footnote>
  <w:footnote w:type="continuationSeparator" w:id="0">
    <w:p w:rsidR="006816CB" w:rsidRDefault="006816C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93137"/>
    <w:rsid w:val="000C71CE"/>
    <w:rsid w:val="000E101F"/>
    <w:rsid w:val="000F397B"/>
    <w:rsid w:val="0016579A"/>
    <w:rsid w:val="00187130"/>
    <w:rsid w:val="00283DCF"/>
    <w:rsid w:val="00311054"/>
    <w:rsid w:val="003C5356"/>
    <w:rsid w:val="004879BA"/>
    <w:rsid w:val="004E5BA6"/>
    <w:rsid w:val="004F6ABC"/>
    <w:rsid w:val="00520B84"/>
    <w:rsid w:val="006816CB"/>
    <w:rsid w:val="006F3CB6"/>
    <w:rsid w:val="00736F17"/>
    <w:rsid w:val="00775E79"/>
    <w:rsid w:val="008A348D"/>
    <w:rsid w:val="008B327F"/>
    <w:rsid w:val="008D6316"/>
    <w:rsid w:val="00921DEB"/>
    <w:rsid w:val="00967D7A"/>
    <w:rsid w:val="00A87852"/>
    <w:rsid w:val="00B32D1F"/>
    <w:rsid w:val="00CA39F6"/>
    <w:rsid w:val="00CE4B09"/>
    <w:rsid w:val="00D3408D"/>
    <w:rsid w:val="00D8155F"/>
    <w:rsid w:val="00F04101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F7E2A23"/>
  <w15:docId w15:val="{581B956A-DD2F-4160-AA8B-5958128F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2015-05-21T07:17:00Z</dcterms:created>
  <dcterms:modified xsi:type="dcterms:W3CDTF">2020-01-27T14:07:00Z</dcterms:modified>
</cp:coreProperties>
</file>