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D25333" w:rsidRPr="00212BB1" w:rsidTr="00D25333">
        <w:tc>
          <w:tcPr>
            <w:tcW w:w="2456" w:type="dxa"/>
          </w:tcPr>
          <w:p w:rsidR="00D25333" w:rsidRPr="00D2754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D25333" w:rsidRPr="00212BB1" w:rsidRDefault="00D25333" w:rsidP="00CF4860">
            <w:pPr>
              <w:rPr>
                <w:rFonts w:asciiTheme="minorHAnsi" w:hAnsiTheme="minorHAnsi" w:cstheme="minorHAnsi"/>
                <w:b/>
                <w:bCs/>
              </w:rPr>
            </w:pPr>
            <w:r w:rsidRPr="00A96696">
              <w:rPr>
                <w:rFonts w:asciiTheme="minorHAnsi" w:hAnsiTheme="minorHAnsi" w:cstheme="minorHAnsi"/>
                <w:b/>
                <w:bCs/>
              </w:rPr>
              <w:t>CCR1S2NC</w:t>
            </w:r>
          </w:p>
        </w:tc>
      </w:tr>
      <w:tr w:rsidR="00D25333" w:rsidRPr="00242319" w:rsidTr="00CF4860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miscea CLASSIC</w:t>
            </w:r>
            <w:r w:rsidR="00ED10F6">
              <w:rPr>
                <w:rFonts w:asciiTheme="minorHAnsi" w:hAnsiTheme="minorHAnsi" w:cstheme="minorHAnsi"/>
              </w:rPr>
              <w:t xml:space="preserve"> Pure S</w:t>
            </w:r>
            <w:r>
              <w:rPr>
                <w:rFonts w:asciiTheme="minorHAnsi" w:hAnsiTheme="minorHAnsi" w:cstheme="minorHAnsi"/>
              </w:rPr>
              <w:t xml:space="preserve"> Standard for Bottle 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DD5EA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25333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D25333" w:rsidRPr="00D2754D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for use with bottles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D25333" w:rsidRPr="00D2754D" w:rsidRDefault="00ED10F6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D253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free, electronically controlled water faucet with integrated soap dispenser</w:t>
            </w:r>
            <w:bookmarkStart w:id="0" w:name="_GoBack"/>
            <w:bookmarkEnd w:id="0"/>
            <w:r w:rsidRPr="00D2754D">
              <w:rPr>
                <w:rFonts w:asciiTheme="minorHAnsi" w:hAnsiTheme="minorHAnsi" w:cstheme="minorHAnsi"/>
              </w:rPr>
              <w:t>.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25333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4937C7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25333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D2754D" w:rsidTr="00D25333">
        <w:tc>
          <w:tcPr>
            <w:tcW w:w="2456" w:type="dxa"/>
          </w:tcPr>
          <w:p w:rsidR="00D25333" w:rsidRPr="00D2754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D25333" w:rsidRPr="00D2754D" w:rsidRDefault="00D25333" w:rsidP="00CF486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D25333" w:rsidRPr="00242319" w:rsidRDefault="00CF4860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D25333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D25333" w:rsidRPr="00242319" w:rsidRDefault="00CF4860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D25333" w:rsidRPr="00D2754D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D2754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D25333" w:rsidRPr="00D2754D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="00ED10F6">
              <w:rPr>
                <w:rFonts w:asciiTheme="minorHAnsi" w:hAnsiTheme="minorHAnsi" w:cstheme="minorHAnsi"/>
              </w:rPr>
              <w:t xml:space="preserve"> Pure S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with </w:t>
            </w:r>
            <w:r w:rsidR="00ED10F6">
              <w:rPr>
                <w:rFonts w:asciiTheme="minorHAnsi" w:hAnsiTheme="minorHAnsi" w:cstheme="minorHAnsi"/>
              </w:rPr>
              <w:t>soap dispenser</w:t>
            </w:r>
          </w:p>
          <w:p w:rsidR="00D25333" w:rsidRPr="00D2754D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 xml:space="preserve">Faucet user interface made of </w:t>
            </w:r>
            <w:proofErr w:type="gramStart"/>
            <w:r w:rsidRPr="00D2754D">
              <w:rPr>
                <w:rFonts w:asciiTheme="minorHAnsi" w:hAnsiTheme="minorHAnsi" w:cstheme="minorHAnsi"/>
              </w:rPr>
              <w:t>high quality</w:t>
            </w:r>
            <w:proofErr w:type="gramEnd"/>
            <w:r w:rsidRPr="00D2754D">
              <w:rPr>
                <w:rFonts w:asciiTheme="minorHAnsi" w:hAnsiTheme="minorHAnsi" w:cstheme="minorHAnsi"/>
              </w:rPr>
              <w:t xml:space="preserve"> laser engraved glass</w:t>
            </w:r>
          </w:p>
          <w:p w:rsidR="00D25333" w:rsidRPr="00D2754D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D25333" w:rsidRPr="00D2754D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D25333" w:rsidRPr="00D2754D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D25333" w:rsidRPr="00242319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Activation of ‘+’ and ‘-’ sectors at the same time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12BB1">
              <w:rPr>
                <w:rFonts w:asciiTheme="minorHAnsi" w:hAnsiTheme="minorHAnsi" w:cstheme="minorHAnsi"/>
              </w:rPr>
              <w:t>to start Bucket-Fill mode function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D2754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212BB1">
              <w:rPr>
                <w:rFonts w:asciiTheme="minorHAnsi" w:hAnsiTheme="minorHAnsi" w:cstheme="minorHAnsi"/>
              </w:rPr>
              <w:t xml:space="preserve"> </w:t>
            </w:r>
            <w:r w:rsidR="00ED10F6">
              <w:rPr>
                <w:rFonts w:asciiTheme="minorHAnsi" w:hAnsiTheme="minorHAnsi" w:cstheme="minorHAnsi"/>
              </w:rPr>
              <w:t xml:space="preserve">Pure S </w:t>
            </w:r>
            <w:r w:rsidRPr="00212BB1">
              <w:rPr>
                <w:rFonts w:asciiTheme="minorHAnsi" w:hAnsiTheme="minorHAnsi" w:cstheme="minorHAnsi"/>
              </w:rPr>
              <w:t>faucet</w:t>
            </w:r>
            <w:r>
              <w:rPr>
                <w:rFonts w:asciiTheme="minorHAnsi" w:hAnsiTheme="minorHAnsi" w:cstheme="minorHAnsi"/>
              </w:rPr>
              <w:t xml:space="preserve"> in polished chrome finish</w:t>
            </w:r>
          </w:p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 xml:space="preserve">Soapbox component for use with </w:t>
            </w:r>
            <w:r>
              <w:rPr>
                <w:rFonts w:asciiTheme="minorHAnsi" w:hAnsiTheme="minorHAnsi" w:cstheme="minorHAnsi"/>
              </w:rPr>
              <w:t>bottles</w:t>
            </w:r>
          </w:p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D25333" w:rsidRPr="00242319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D2754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25333" w:rsidRPr="00212BB1" w:rsidRDefault="00D25333" w:rsidP="00CF486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860" w:rsidRDefault="00CF4860" w:rsidP="00187130">
      <w:pPr>
        <w:spacing w:line="240" w:lineRule="auto"/>
      </w:pPr>
      <w:r>
        <w:separator/>
      </w:r>
    </w:p>
  </w:endnote>
  <w:endnote w:type="continuationSeparator" w:id="0">
    <w:p w:rsidR="00CF4860" w:rsidRDefault="00CF4860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860" w:rsidRDefault="00CF4860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CF4860" w:rsidRPr="00187130" w:rsidTr="00187130">
      <w:tc>
        <w:tcPr>
          <w:tcW w:w="2986" w:type="dxa"/>
        </w:tcPr>
        <w:p w:rsidR="00CF4860" w:rsidRPr="00187130" w:rsidRDefault="00CF4860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C31146">
            <w:rPr>
              <w:sz w:val="16"/>
              <w:szCs w:val="16"/>
            </w:rPr>
            <w:fldChar w:fldCharType="begin"/>
          </w:r>
          <w:r w:rsidR="00C31146">
            <w:rPr>
              <w:sz w:val="16"/>
              <w:szCs w:val="16"/>
              <w:lang w:val="de-DE"/>
            </w:rPr>
            <w:instrText xml:space="preserve"> TIME \@ "dd.MM.yyyy" </w:instrText>
          </w:r>
          <w:r w:rsidR="00C31146">
            <w:rPr>
              <w:sz w:val="16"/>
              <w:szCs w:val="16"/>
            </w:rPr>
            <w:fldChar w:fldCharType="separate"/>
          </w:r>
          <w:r w:rsidR="00ED10F6">
            <w:rPr>
              <w:noProof/>
              <w:sz w:val="16"/>
              <w:szCs w:val="16"/>
              <w:lang w:val="de-DE"/>
            </w:rPr>
            <w:t>29.01.2020</w:t>
          </w:r>
          <w:r w:rsidR="00C3114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CF4860" w:rsidRPr="000E101F" w:rsidRDefault="00CF486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CF4860" w:rsidRPr="00187130" w:rsidRDefault="00CF4860" w:rsidP="00CF4860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D1270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D1270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CF4860" w:rsidRDefault="00CF486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860" w:rsidRDefault="00CF4860" w:rsidP="00187130">
      <w:pPr>
        <w:spacing w:line="240" w:lineRule="auto"/>
      </w:pPr>
      <w:r>
        <w:separator/>
      </w:r>
    </w:p>
  </w:footnote>
  <w:footnote w:type="continuationSeparator" w:id="0">
    <w:p w:rsidR="00CF4860" w:rsidRDefault="00CF4860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860" w:rsidRPr="00187130" w:rsidRDefault="00CF4860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87130"/>
    <w:rsid w:val="001E302F"/>
    <w:rsid w:val="00215433"/>
    <w:rsid w:val="00357D07"/>
    <w:rsid w:val="003833B6"/>
    <w:rsid w:val="004E017C"/>
    <w:rsid w:val="004E7EA9"/>
    <w:rsid w:val="00501343"/>
    <w:rsid w:val="00502F69"/>
    <w:rsid w:val="005653B3"/>
    <w:rsid w:val="006110B8"/>
    <w:rsid w:val="00616BEC"/>
    <w:rsid w:val="006D1270"/>
    <w:rsid w:val="008D6316"/>
    <w:rsid w:val="00921DEB"/>
    <w:rsid w:val="00964361"/>
    <w:rsid w:val="009B2800"/>
    <w:rsid w:val="00A10F8C"/>
    <w:rsid w:val="00B2505B"/>
    <w:rsid w:val="00B42B3C"/>
    <w:rsid w:val="00C31146"/>
    <w:rsid w:val="00CB1FBA"/>
    <w:rsid w:val="00CF4860"/>
    <w:rsid w:val="00D25333"/>
    <w:rsid w:val="00DF5643"/>
    <w:rsid w:val="00ED10F6"/>
    <w:rsid w:val="00F041C0"/>
    <w:rsid w:val="00F70F3A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E5CC7D6"/>
  <w15:docId w15:val="{5F7C85CC-AFC0-411A-9A4A-0FEEE122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8</cp:revision>
  <dcterms:created xsi:type="dcterms:W3CDTF">2015-05-21T10:38:00Z</dcterms:created>
  <dcterms:modified xsi:type="dcterms:W3CDTF">2020-01-29T10:07:00Z</dcterms:modified>
</cp:coreProperties>
</file>