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91"/>
      </w:tblGrid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591" w:type="dxa"/>
          </w:tcPr>
          <w:p w:rsidR="00CE4B09" w:rsidRPr="00212BB1" w:rsidRDefault="00CE4B09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C90A03">
              <w:rPr>
                <w:rFonts w:asciiTheme="minorHAnsi" w:hAnsiTheme="minorHAnsi" w:cstheme="minorHAnsi"/>
                <w:b/>
                <w:bCs/>
              </w:rPr>
              <w:t>CCR1S1NC</w:t>
            </w:r>
          </w:p>
        </w:tc>
      </w:tr>
      <w:tr w:rsidR="00CE4B09" w:rsidRPr="00143067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ED42E0">
              <w:rPr>
                <w:rFonts w:asciiTheme="minorHAnsi" w:hAnsiTheme="minorHAnsi" w:cstheme="minorHAnsi"/>
                <w:lang w:val="de-DE"/>
              </w:rPr>
              <w:t xml:space="preserve">Pure S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Beutel </w:t>
            </w:r>
          </w:p>
        </w:tc>
      </w:tr>
      <w:tr w:rsidR="00CE4B09" w:rsidRPr="00143067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591" w:type="dxa"/>
          </w:tcPr>
          <w:p w:rsidR="00CE4B09" w:rsidRPr="00143067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591" w:type="dxa"/>
          </w:tcPr>
          <w:p w:rsidR="00CE4B09" w:rsidRDefault="00CE4B09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591" w:type="dxa"/>
          </w:tcPr>
          <w:p w:rsidR="00CE4B09" w:rsidRPr="00986C54" w:rsidRDefault="00CE4B09" w:rsidP="00D33FC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</w:t>
            </w:r>
            <w:r w:rsidR="00D33FC6">
              <w:rPr>
                <w:rFonts w:asciiTheme="minorHAnsi" w:hAnsiTheme="minorHAnsi" w:cstheme="minorHAnsi"/>
                <w:lang w:val="de-DE"/>
              </w:rPr>
              <w:t>eifenbox für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Beutel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591" w:type="dxa"/>
          </w:tcPr>
          <w:p w:rsidR="00CE4B09" w:rsidRPr="00986C54" w:rsidRDefault="00ED42E0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CE4B09" w:rsidRPr="00100AF2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 Spender für Seife.</w:t>
            </w:r>
          </w:p>
        </w:tc>
      </w:tr>
      <w:tr w:rsidR="00CE4B09" w:rsidRPr="00100AF2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D2754D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591" w:type="dxa"/>
          </w:tcPr>
          <w:p w:rsidR="00CE4B09" w:rsidRPr="00986C54" w:rsidRDefault="00D33FC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CE4B09"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591" w:type="dxa"/>
          </w:tcPr>
          <w:p w:rsidR="00CE4B09" w:rsidRPr="00986C54" w:rsidRDefault="00D33FC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CE4B09"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100AF2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miscea CLASSIC</w:t>
            </w:r>
            <w:r w:rsidR="00ED42E0">
              <w:rPr>
                <w:rFonts w:asciiTheme="minorHAnsi" w:hAnsiTheme="minorHAnsi" w:cstheme="minorHAnsi"/>
                <w:lang w:val="de-DE"/>
              </w:rPr>
              <w:t xml:space="preserve"> Pure S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</w:t>
            </w:r>
            <w:r w:rsidR="00ED42E0">
              <w:rPr>
                <w:rFonts w:asciiTheme="minorHAnsi" w:hAnsiTheme="minorHAnsi" w:cstheme="minorHAnsi"/>
                <w:lang w:val="de-DE"/>
              </w:rPr>
              <w:t xml:space="preserve"> und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Seife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CE4B09" w:rsidRPr="00100AF2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986C54" w:rsidRDefault="00CE4B09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591" w:type="dxa"/>
          </w:tcPr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100AF2">
              <w:rPr>
                <w:rFonts w:asciiTheme="minorHAnsi" w:hAnsiTheme="minorHAnsi" w:cstheme="minorHAnsi"/>
                <w:lang w:val="de-DE"/>
              </w:rPr>
              <w:t>ss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CE4B09" w:rsidRPr="00986C54" w:rsidRDefault="00D33FC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CE4B09" w:rsidRPr="00986C54">
              <w:rPr>
                <w:rFonts w:asciiTheme="minorHAnsi" w:hAnsiTheme="minorHAnsi" w:cstheme="minorHAnsi"/>
                <w:lang w:val="de-DE"/>
              </w:rPr>
              <w:t xml:space="preserve"> für 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Beutel </w:t>
            </w:r>
            <w:r w:rsidR="00CE4B09" w:rsidRPr="00986C54">
              <w:rPr>
                <w:rFonts w:asciiTheme="minorHAnsi" w:hAnsiTheme="minorHAnsi" w:cstheme="minorHAnsi"/>
                <w:lang w:val="de-DE"/>
              </w:rPr>
              <w:t>mit Seife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CE4B09" w:rsidRPr="00986C54" w:rsidRDefault="00CE4B09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CE4B09" w:rsidRPr="00986C54" w:rsidRDefault="00CE4B09" w:rsidP="00D33F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CE4B09" w:rsidRPr="00242319" w:rsidTr="00CC0011">
        <w:tc>
          <w:tcPr>
            <w:tcW w:w="3652" w:type="dxa"/>
          </w:tcPr>
          <w:p w:rsidR="00CE4B09" w:rsidRPr="00986C54" w:rsidRDefault="00CE4B09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591" w:type="dxa"/>
          </w:tcPr>
          <w:p w:rsidR="00CE4B09" w:rsidRPr="00242319" w:rsidRDefault="00CE4B09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Default="00921DEB" w:rsidP="006F3CB6"/>
    <w:p w:rsidR="00143067" w:rsidRDefault="00143067" w:rsidP="00143067"/>
    <w:p w:rsidR="00143067" w:rsidRPr="00143067" w:rsidRDefault="00143067" w:rsidP="00143067">
      <w:pPr>
        <w:tabs>
          <w:tab w:val="left" w:pos="6885"/>
        </w:tabs>
      </w:pPr>
      <w:r>
        <w:tab/>
      </w:r>
    </w:p>
    <w:sectPr w:rsidR="00143067" w:rsidRPr="00143067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0CC" w:rsidRDefault="000E40CC" w:rsidP="00187130">
      <w:pPr>
        <w:spacing w:line="240" w:lineRule="auto"/>
      </w:pPr>
      <w:r>
        <w:separator/>
      </w:r>
    </w:p>
  </w:endnote>
  <w:endnote w:type="continuationSeparator" w:id="0">
    <w:p w:rsidR="000E40CC" w:rsidRDefault="000E40CC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D33FC6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VDE.2</w:t>
          </w:r>
          <w:r w:rsidR="00143067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.01.</w:t>
          </w:r>
          <w:r w:rsidR="00143067">
            <w:rPr>
              <w:sz w:val="16"/>
              <w:szCs w:val="16"/>
            </w:rPr>
            <w:t>2020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33FC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33FC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0CC" w:rsidRDefault="000E40CC" w:rsidP="00187130">
      <w:pPr>
        <w:spacing w:line="240" w:lineRule="auto"/>
      </w:pPr>
      <w:r>
        <w:separator/>
      </w:r>
    </w:p>
  </w:footnote>
  <w:footnote w:type="continuationSeparator" w:id="0">
    <w:p w:rsidR="000E40CC" w:rsidRDefault="000E40CC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E40CC"/>
    <w:rsid w:val="000F397B"/>
    <w:rsid w:val="00100AF2"/>
    <w:rsid w:val="00143067"/>
    <w:rsid w:val="0016579A"/>
    <w:rsid w:val="00187130"/>
    <w:rsid w:val="00520B84"/>
    <w:rsid w:val="006F3CB6"/>
    <w:rsid w:val="00777EAD"/>
    <w:rsid w:val="008A348D"/>
    <w:rsid w:val="008D6316"/>
    <w:rsid w:val="00921DEB"/>
    <w:rsid w:val="00967D7A"/>
    <w:rsid w:val="00B32D1F"/>
    <w:rsid w:val="00C72EF4"/>
    <w:rsid w:val="00CE4B09"/>
    <w:rsid w:val="00D33FC6"/>
    <w:rsid w:val="00D3408D"/>
    <w:rsid w:val="00ED42E0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FD7571D"/>
  <w15:docId w15:val="{34437510-8F5F-4364-BF2E-DBDD29CCA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176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8</cp:revision>
  <dcterms:created xsi:type="dcterms:W3CDTF">2015-05-21T07:05:00Z</dcterms:created>
  <dcterms:modified xsi:type="dcterms:W3CDTF">2020-01-27T14:53:00Z</dcterms:modified>
</cp:coreProperties>
</file>