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8B327F" w:rsidRPr="00212BB1" w:rsidRDefault="008B327F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3103D4">
              <w:rPr>
                <w:rFonts w:asciiTheme="minorHAnsi" w:hAnsiTheme="minorHAnsi" w:cstheme="minorHAnsi"/>
                <w:b/>
                <w:bCs/>
              </w:rPr>
              <w:t>CER1S1NC</w:t>
            </w:r>
          </w:p>
        </w:tc>
      </w:tr>
      <w:tr w:rsidR="008B327F" w:rsidRPr="005B1A03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5B1A03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8B327F" w:rsidRPr="005B1A03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8B327F" w:rsidRPr="00426581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8B327F" w:rsidRDefault="008B327F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8B327F" w:rsidRPr="00986C54" w:rsidRDefault="00A82DE2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8B327F">
              <w:rPr>
                <w:rFonts w:asciiTheme="minorHAnsi" w:hAnsiTheme="minorHAnsi" w:cstheme="minorHAnsi"/>
                <w:lang w:val="de-DE"/>
              </w:rPr>
              <w:t>Beutel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8B327F" w:rsidRPr="00986C54" w:rsidRDefault="005B1A03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8B327F" w:rsidRPr="008B292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Seife.</w:t>
            </w:r>
          </w:p>
        </w:tc>
      </w:tr>
      <w:tr w:rsidR="008B327F" w:rsidRPr="008B2929" w:rsidTr="00CC0011">
        <w:tc>
          <w:tcPr>
            <w:tcW w:w="3510" w:type="dxa"/>
          </w:tcPr>
          <w:p w:rsidR="008B327F" w:rsidRPr="00DB7372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Edelstahl gebürstet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D2754D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8B327F" w:rsidRPr="00986C54" w:rsidRDefault="00A82DE2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8B327F" w:rsidRPr="00986C54" w:rsidRDefault="00A82DE2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8B292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miscea CLASSIC</w:t>
            </w:r>
            <w:r w:rsidR="005B1A03">
              <w:rPr>
                <w:rFonts w:asciiTheme="minorHAnsi" w:hAnsiTheme="minorHAnsi" w:cstheme="minorHAnsi"/>
                <w:lang w:val="de-DE"/>
              </w:rPr>
              <w:t xml:space="preserve"> Pure S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</w:t>
            </w:r>
            <w:r w:rsidR="005B1A03">
              <w:rPr>
                <w:rFonts w:asciiTheme="minorHAnsi" w:hAnsiTheme="minorHAnsi" w:cstheme="minorHAnsi"/>
                <w:lang w:val="de-DE"/>
              </w:rPr>
              <w:t xml:space="preserve"> und </w:t>
            </w:r>
            <w:r w:rsidRPr="00986C54">
              <w:rPr>
                <w:rFonts w:asciiTheme="minorHAnsi" w:hAnsiTheme="minorHAnsi" w:cstheme="minorHAnsi"/>
                <w:lang w:val="de-DE"/>
              </w:rPr>
              <w:t>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8B327F" w:rsidRPr="008B292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8B2929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8B327F" w:rsidRPr="00986C54" w:rsidRDefault="00A82DE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Pr="00986C54">
              <w:rPr>
                <w:rFonts w:asciiTheme="minorHAnsi" w:hAnsiTheme="minorHAnsi" w:cstheme="minorHAnsi"/>
                <w:lang w:val="de-DE"/>
              </w:rPr>
              <w:t>Beutel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8B327F" w:rsidRPr="00986C54" w:rsidRDefault="008B327F" w:rsidP="00A82DE2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242319" w:rsidRDefault="008B327F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31C" w:rsidRDefault="00FB731C" w:rsidP="00187130">
      <w:pPr>
        <w:spacing w:line="240" w:lineRule="auto"/>
      </w:pPr>
      <w:r>
        <w:separator/>
      </w:r>
    </w:p>
  </w:endnote>
  <w:endnote w:type="continuationSeparator" w:id="0">
    <w:p w:rsidR="00FB731C" w:rsidRDefault="00FB731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A82DE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426581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.01.20</w:t>
          </w:r>
          <w:r w:rsidR="00426581">
            <w:rPr>
              <w:sz w:val="16"/>
              <w:szCs w:val="16"/>
            </w:rPr>
            <w:t>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82DE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82DE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31C" w:rsidRDefault="00FB731C" w:rsidP="00187130">
      <w:pPr>
        <w:spacing w:line="240" w:lineRule="auto"/>
      </w:pPr>
      <w:r>
        <w:separator/>
      </w:r>
    </w:p>
  </w:footnote>
  <w:footnote w:type="continuationSeparator" w:id="0">
    <w:p w:rsidR="00FB731C" w:rsidRDefault="00FB731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283DCF"/>
    <w:rsid w:val="00311054"/>
    <w:rsid w:val="00426581"/>
    <w:rsid w:val="004E5BA6"/>
    <w:rsid w:val="004F6ABC"/>
    <w:rsid w:val="00520B84"/>
    <w:rsid w:val="005B1A03"/>
    <w:rsid w:val="006F3CB6"/>
    <w:rsid w:val="00736F17"/>
    <w:rsid w:val="008A348D"/>
    <w:rsid w:val="008B2929"/>
    <w:rsid w:val="008B327F"/>
    <w:rsid w:val="008D6316"/>
    <w:rsid w:val="00921DEB"/>
    <w:rsid w:val="00967D7A"/>
    <w:rsid w:val="00A82DE2"/>
    <w:rsid w:val="00B32D1F"/>
    <w:rsid w:val="00CE4B09"/>
    <w:rsid w:val="00D3408D"/>
    <w:rsid w:val="00F041C0"/>
    <w:rsid w:val="00F55368"/>
    <w:rsid w:val="00FB731C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BDDD667"/>
  <w15:docId w15:val="{F4630183-E680-4D46-BEA5-12B90E81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179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2015-05-21T07:13:00Z</dcterms:created>
  <dcterms:modified xsi:type="dcterms:W3CDTF">2020-01-27T14:53:00Z</dcterms:modified>
</cp:coreProperties>
</file>