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33"/>
      </w:tblGrid>
      <w:tr w:rsidR="00E330B1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Art. Nr.</w:t>
            </w:r>
          </w:p>
        </w:tc>
        <w:tc>
          <w:tcPr>
            <w:tcW w:w="5733" w:type="dxa"/>
            <w:hideMark/>
          </w:tcPr>
          <w:p w:rsidR="00E330B1" w:rsidRDefault="00D2783E" w:rsidP="00CC0011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CC</w:t>
            </w:r>
            <w:r w:rsidR="00E330B1" w:rsidRPr="00AA2233">
              <w:rPr>
                <w:rFonts w:asciiTheme="minorHAnsi" w:hAnsiTheme="minorHAnsi" w:cstheme="minorHAnsi"/>
                <w:b/>
                <w:bCs/>
              </w:rPr>
              <w:t>R3S2NC</w:t>
            </w:r>
          </w:p>
        </w:tc>
      </w:tr>
      <w:tr w:rsidR="00E330B1" w:rsidRPr="00515CAF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Produkt:</w:t>
            </w:r>
          </w:p>
        </w:tc>
        <w:tc>
          <w:tcPr>
            <w:tcW w:w="5733" w:type="dxa"/>
            <w:hideMark/>
          </w:tcPr>
          <w:p w:rsidR="00E330B1" w:rsidRPr="00DB7372" w:rsidRDefault="00E330B1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 w:rsidR="00515CAF">
              <w:rPr>
                <w:rFonts w:asciiTheme="minorHAnsi" w:hAnsiTheme="minorHAnsi" w:cstheme="minorHAnsi"/>
                <w:lang w:val="de-DE"/>
              </w:rPr>
              <w:t xml:space="preserve">Pure S </w:t>
            </w:r>
            <w:r>
              <w:rPr>
                <w:rFonts w:asciiTheme="minorHAnsi" w:hAnsiTheme="minorHAnsi" w:cstheme="minorHAnsi"/>
                <w:lang w:val="de-DE"/>
              </w:rPr>
              <w:t>Wand</w:t>
            </w:r>
            <w:r w:rsidRPr="00DB7372">
              <w:rPr>
                <w:rFonts w:asciiTheme="minorHAnsi" w:hAnsiTheme="minorHAnsi" w:cstheme="minorHAnsi"/>
                <w:lang w:val="de-DE"/>
              </w:rPr>
              <w:t xml:space="preserve"> für Flaschen </w:t>
            </w:r>
          </w:p>
        </w:tc>
      </w:tr>
      <w:tr w:rsidR="00E330B1" w:rsidRPr="00515CAF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733" w:type="dxa"/>
          </w:tcPr>
          <w:p w:rsidR="00E330B1" w:rsidRPr="00636E9C" w:rsidRDefault="00E330B1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E330B1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Allgemeine Informationen</w:t>
            </w:r>
          </w:p>
        </w:tc>
        <w:tc>
          <w:tcPr>
            <w:tcW w:w="5733" w:type="dxa"/>
          </w:tcPr>
          <w:p w:rsidR="00E330B1" w:rsidRDefault="00E330B1" w:rsidP="00CC0011">
            <w:pPr>
              <w:rPr>
                <w:rFonts w:asciiTheme="minorHAnsi" w:hAnsiTheme="minorHAnsi" w:cstheme="minorHAnsi"/>
              </w:rPr>
            </w:pPr>
          </w:p>
        </w:tc>
      </w:tr>
      <w:tr w:rsidR="00E330B1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Ausführung:</w:t>
            </w:r>
          </w:p>
        </w:tc>
        <w:tc>
          <w:tcPr>
            <w:tcW w:w="5733" w:type="dxa"/>
            <w:hideMark/>
          </w:tcPr>
          <w:p w:rsidR="00E330B1" w:rsidRPr="00DB7372" w:rsidRDefault="00E330B1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Wa</w:t>
            </w:r>
            <w:r w:rsidR="00351811">
              <w:rPr>
                <w:rFonts w:asciiTheme="minorHAnsi" w:hAnsiTheme="minorHAnsi" w:cstheme="minorHAnsi"/>
                <w:lang w:val="de-DE"/>
              </w:rPr>
              <w:t>nd</w:t>
            </w:r>
            <w:r w:rsidRPr="00DB7372">
              <w:rPr>
                <w:rFonts w:asciiTheme="minorHAnsi" w:hAnsiTheme="minorHAnsi" w:cstheme="minorHAnsi"/>
                <w:lang w:val="de-DE"/>
              </w:rPr>
              <w:t>auslauf</w:t>
            </w:r>
          </w:p>
        </w:tc>
      </w:tr>
      <w:tr w:rsidR="00E330B1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Seifenboxtyp:</w:t>
            </w:r>
          </w:p>
        </w:tc>
        <w:tc>
          <w:tcPr>
            <w:tcW w:w="5733" w:type="dxa"/>
            <w:hideMark/>
          </w:tcPr>
          <w:p w:rsidR="00E330B1" w:rsidRPr="00DB7372" w:rsidRDefault="00E330B1" w:rsidP="00D2783E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S</w:t>
            </w:r>
            <w:r w:rsidR="00D2783E">
              <w:rPr>
                <w:rFonts w:asciiTheme="minorHAnsi" w:hAnsiTheme="minorHAnsi" w:cstheme="minorHAnsi"/>
                <w:lang w:val="de-DE"/>
              </w:rPr>
              <w:t>eifenbox für</w:t>
            </w:r>
            <w:r w:rsidRPr="00DB7372">
              <w:rPr>
                <w:rFonts w:asciiTheme="minorHAnsi" w:hAnsiTheme="minorHAnsi" w:cstheme="minorHAnsi"/>
                <w:lang w:val="de-DE"/>
              </w:rPr>
              <w:t xml:space="preserve"> Flaschen</w:t>
            </w:r>
          </w:p>
        </w:tc>
      </w:tr>
      <w:tr w:rsidR="00E330B1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Netzstecker:</w:t>
            </w:r>
          </w:p>
        </w:tc>
        <w:tc>
          <w:tcPr>
            <w:tcW w:w="5733" w:type="dxa"/>
            <w:hideMark/>
          </w:tcPr>
          <w:p w:rsidR="00E330B1" w:rsidRPr="00DB7372" w:rsidRDefault="00E330B1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EU</w:t>
            </w:r>
          </w:p>
        </w:tc>
      </w:tr>
      <w:tr w:rsidR="00E330B1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Sprache:</w:t>
            </w:r>
          </w:p>
        </w:tc>
        <w:tc>
          <w:tcPr>
            <w:tcW w:w="5733" w:type="dxa"/>
            <w:hideMark/>
          </w:tcPr>
          <w:p w:rsidR="00E330B1" w:rsidRPr="00DB7372" w:rsidRDefault="00515CAF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-</w:t>
            </w:r>
          </w:p>
        </w:tc>
      </w:tr>
      <w:tr w:rsidR="00E330B1" w:rsidRPr="00351811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Bezeichnung: </w:t>
            </w:r>
          </w:p>
        </w:tc>
        <w:tc>
          <w:tcPr>
            <w:tcW w:w="5733" w:type="dxa"/>
            <w:hideMark/>
          </w:tcPr>
          <w:p w:rsidR="00E330B1" w:rsidRPr="00DB7372" w:rsidRDefault="00E330B1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Berührungslose, elektronisch gesteuerte Wa</w:t>
            </w:r>
            <w:r w:rsidR="00351811">
              <w:rPr>
                <w:rFonts w:asciiTheme="minorHAnsi" w:hAnsiTheme="minorHAnsi" w:cstheme="minorHAnsi"/>
                <w:lang w:val="de-DE"/>
              </w:rPr>
              <w:t>nd</w:t>
            </w:r>
            <w:r w:rsidRPr="00DB7372">
              <w:rPr>
                <w:rFonts w:asciiTheme="minorHAnsi" w:hAnsiTheme="minorHAnsi" w:cstheme="minorHAnsi"/>
                <w:lang w:val="de-DE"/>
              </w:rPr>
              <w:t>armatur mit integriertem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DB7372">
              <w:rPr>
                <w:rFonts w:asciiTheme="minorHAnsi" w:hAnsiTheme="minorHAnsi" w:cstheme="minorHAnsi"/>
                <w:lang w:val="de-DE"/>
              </w:rPr>
              <w:t>Spender für Seife.</w:t>
            </w:r>
          </w:p>
        </w:tc>
      </w:tr>
      <w:tr w:rsidR="00E330B1" w:rsidRPr="00351811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E330B1" w:rsidRPr="00DB7372" w:rsidRDefault="00E330B1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E330B1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Oberfläche</w:t>
            </w:r>
          </w:p>
        </w:tc>
        <w:tc>
          <w:tcPr>
            <w:tcW w:w="5733" w:type="dxa"/>
            <w:hideMark/>
          </w:tcPr>
          <w:p w:rsidR="00E330B1" w:rsidRPr="00DB7372" w:rsidRDefault="00E330B1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="00D2783E">
              <w:rPr>
                <w:rFonts w:asciiTheme="minorHAnsi" w:hAnsiTheme="minorHAnsi" w:cstheme="minorHAnsi"/>
                <w:lang w:val="de-DE"/>
              </w:rPr>
              <w:t>Chromglanz poliert</w:t>
            </w:r>
          </w:p>
        </w:tc>
      </w:tr>
      <w:tr w:rsidR="00E330B1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E330B1" w:rsidRPr="00DB7372" w:rsidRDefault="00E330B1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E330B1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Technische Daten</w:t>
            </w:r>
          </w:p>
        </w:tc>
        <w:tc>
          <w:tcPr>
            <w:tcW w:w="5733" w:type="dxa"/>
          </w:tcPr>
          <w:p w:rsidR="00E330B1" w:rsidRPr="00DB7372" w:rsidRDefault="00E330B1" w:rsidP="00CC0011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E330B1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Spannung:</w:t>
            </w:r>
          </w:p>
        </w:tc>
        <w:tc>
          <w:tcPr>
            <w:tcW w:w="5733" w:type="dxa"/>
            <w:hideMark/>
          </w:tcPr>
          <w:p w:rsidR="00E330B1" w:rsidRPr="00DB7372" w:rsidRDefault="00E330B1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24 V</w:t>
            </w:r>
          </w:p>
        </w:tc>
      </w:tr>
      <w:tr w:rsidR="00E330B1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Eingangsspannung:</w:t>
            </w:r>
          </w:p>
        </w:tc>
        <w:tc>
          <w:tcPr>
            <w:tcW w:w="5733" w:type="dxa"/>
            <w:hideMark/>
          </w:tcPr>
          <w:p w:rsidR="00E330B1" w:rsidRPr="00DB7372" w:rsidRDefault="00E330B1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100 – 240 V</w:t>
            </w:r>
            <w:r w:rsidRPr="00DB7372">
              <w:rPr>
                <w:rFonts w:asciiTheme="minorHAnsi" w:hAnsiTheme="minorHAnsi" w:cstheme="minorHAnsi"/>
                <w:vertAlign w:val="subscript"/>
                <w:lang w:val="de-DE"/>
              </w:rPr>
              <w:t>AC</w:t>
            </w:r>
            <w:r w:rsidRPr="00DB7372">
              <w:rPr>
                <w:rFonts w:asciiTheme="minorHAnsi" w:hAnsiTheme="minorHAnsi" w:cstheme="minorHAnsi"/>
                <w:lang w:val="de-DE"/>
              </w:rPr>
              <w:t xml:space="preserve"> / 50 – 60 Hz</w:t>
            </w:r>
          </w:p>
        </w:tc>
      </w:tr>
      <w:tr w:rsidR="00D2783E" w:rsidTr="00CC0011">
        <w:tc>
          <w:tcPr>
            <w:tcW w:w="3510" w:type="dxa"/>
          </w:tcPr>
          <w:p w:rsidR="00D2783E" w:rsidRPr="00986C54" w:rsidRDefault="00D2783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Betriebswasserdruck:</w:t>
            </w:r>
          </w:p>
        </w:tc>
        <w:tc>
          <w:tcPr>
            <w:tcW w:w="5733" w:type="dxa"/>
            <w:hideMark/>
          </w:tcPr>
          <w:p w:rsidR="00D2783E" w:rsidRDefault="00D2783E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0.5 to 8 bar</w:t>
            </w:r>
          </w:p>
        </w:tc>
      </w:tr>
      <w:tr w:rsidR="00D2783E" w:rsidTr="00CC0011">
        <w:tc>
          <w:tcPr>
            <w:tcW w:w="3510" w:type="dxa"/>
          </w:tcPr>
          <w:p w:rsidR="00D2783E" w:rsidRPr="00986C54" w:rsidRDefault="00D2783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max. Wassertemperatur:</w:t>
            </w:r>
          </w:p>
        </w:tc>
        <w:tc>
          <w:tcPr>
            <w:tcW w:w="5733" w:type="dxa"/>
            <w:hideMark/>
          </w:tcPr>
          <w:p w:rsidR="00D2783E" w:rsidRDefault="00D2783E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70 °C</w:t>
            </w:r>
          </w:p>
        </w:tc>
      </w:tr>
      <w:tr w:rsidR="00E330B1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Schutzklasse des Leiterplattengehäuses:</w:t>
            </w:r>
          </w:p>
        </w:tc>
        <w:tc>
          <w:tcPr>
            <w:tcW w:w="5733" w:type="dxa"/>
            <w:hideMark/>
          </w:tcPr>
          <w:p w:rsidR="00E330B1" w:rsidRPr="00DB7372" w:rsidRDefault="00E330B1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 xml:space="preserve">IP 55 </w:t>
            </w:r>
          </w:p>
        </w:tc>
      </w:tr>
      <w:tr w:rsidR="00E330B1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E330B1" w:rsidRPr="00DB7372" w:rsidRDefault="00E330B1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E330B1" w:rsidRPr="00351811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Eigenschaften</w:t>
            </w:r>
          </w:p>
        </w:tc>
        <w:tc>
          <w:tcPr>
            <w:tcW w:w="5733" w:type="dxa"/>
            <w:hideMark/>
          </w:tcPr>
          <w:p w:rsidR="00E330B1" w:rsidRPr="00DB7372" w:rsidRDefault="00E330B1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 w:rsidR="00515CAF">
              <w:rPr>
                <w:rFonts w:asciiTheme="minorHAnsi" w:hAnsiTheme="minorHAnsi" w:cstheme="minorHAnsi"/>
                <w:lang w:val="de-DE"/>
              </w:rPr>
              <w:t xml:space="preserve">Pure S </w:t>
            </w:r>
            <w:r>
              <w:rPr>
                <w:rFonts w:asciiTheme="minorHAnsi" w:hAnsiTheme="minorHAnsi" w:cstheme="minorHAnsi"/>
                <w:lang w:val="de-DE"/>
              </w:rPr>
              <w:t>Wand</w:t>
            </w:r>
            <w:r w:rsidRPr="00DB7372">
              <w:rPr>
                <w:rFonts w:asciiTheme="minorHAnsi" w:hAnsiTheme="minorHAnsi" w:cstheme="minorHAnsi"/>
                <w:lang w:val="de-DE"/>
              </w:rPr>
              <w:t>: Spendet berührungslos Wasser</w:t>
            </w:r>
            <w:r w:rsidR="00515CAF">
              <w:rPr>
                <w:rFonts w:asciiTheme="minorHAnsi" w:hAnsiTheme="minorHAnsi" w:cstheme="minorHAnsi"/>
                <w:lang w:val="de-DE"/>
              </w:rPr>
              <w:t xml:space="preserve"> und</w:t>
            </w:r>
            <w:r w:rsidRPr="00DB7372">
              <w:rPr>
                <w:rFonts w:asciiTheme="minorHAnsi" w:hAnsiTheme="minorHAnsi" w:cstheme="minorHAnsi"/>
                <w:lang w:val="de-DE"/>
              </w:rPr>
              <w:t xml:space="preserve"> Seife </w:t>
            </w:r>
          </w:p>
          <w:p w:rsidR="00E330B1" w:rsidRPr="00DB7372" w:rsidRDefault="00E330B1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Berührungsloses Einstellen der Wasser</w:t>
            </w:r>
            <w:bookmarkStart w:id="0" w:name="_GoBack"/>
            <w:bookmarkEnd w:id="0"/>
            <w:r w:rsidRPr="00DB7372">
              <w:rPr>
                <w:rFonts w:asciiTheme="minorHAnsi" w:hAnsiTheme="minorHAnsi" w:cstheme="minorHAnsi"/>
                <w:lang w:val="de-DE"/>
              </w:rPr>
              <w:t>temperatur</w:t>
            </w:r>
          </w:p>
          <w:p w:rsidR="00E330B1" w:rsidRPr="00DB7372" w:rsidRDefault="00E330B1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Armaturenkopf aus hochwertigem, lasergraviertem Spezialglas</w:t>
            </w:r>
          </w:p>
          <w:p w:rsidR="00E330B1" w:rsidRPr="00DB7372" w:rsidRDefault="00E330B1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Pulsierendes Licht (Herzschlag) zeigt an, dass das Gerät betriebsbereit ist</w:t>
            </w:r>
          </w:p>
          <w:p w:rsidR="00E330B1" w:rsidRPr="00DB7372" w:rsidRDefault="00E330B1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Display mit LED-Anzeige der Temperatur</w:t>
            </w:r>
          </w:p>
          <w:p w:rsidR="00E330B1" w:rsidRPr="00DB7372" w:rsidRDefault="00E330B1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Wasserdauerlauf aktivierbar bei Betätigung von + und – zur gleichen Zeit</w:t>
            </w:r>
          </w:p>
          <w:p w:rsidR="00E330B1" w:rsidRPr="00DB7372" w:rsidRDefault="00E330B1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Automatische Hygienespülung kann mit der Fernbedienung eingestellt werden</w:t>
            </w:r>
          </w:p>
        </w:tc>
      </w:tr>
      <w:tr w:rsidR="00E330B1" w:rsidRPr="00351811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E330B1" w:rsidRPr="00DB7372" w:rsidRDefault="00E330B1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E330B1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Lieferumfang</w:t>
            </w:r>
          </w:p>
        </w:tc>
        <w:tc>
          <w:tcPr>
            <w:tcW w:w="5733" w:type="dxa"/>
            <w:hideMark/>
          </w:tcPr>
          <w:p w:rsidR="00E330B1" w:rsidRPr="00DB7372" w:rsidRDefault="00E330B1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Wa</w:t>
            </w:r>
            <w:r w:rsidR="00351811">
              <w:rPr>
                <w:rFonts w:asciiTheme="minorHAnsi" w:hAnsiTheme="minorHAnsi" w:cstheme="minorHAnsi"/>
                <w:lang w:val="de-DE"/>
              </w:rPr>
              <w:t>nd</w:t>
            </w:r>
            <w:r w:rsidRPr="00DB7372">
              <w:rPr>
                <w:rFonts w:asciiTheme="minorHAnsi" w:hAnsiTheme="minorHAnsi" w:cstheme="minorHAnsi"/>
                <w:lang w:val="de-DE"/>
              </w:rPr>
              <w:t>auslauf inkl. Elektronik</w:t>
            </w:r>
          </w:p>
          <w:p w:rsidR="00E330B1" w:rsidRPr="00DB7372" w:rsidRDefault="00E330B1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Wa</w:t>
            </w:r>
            <w:r w:rsidR="00351811">
              <w:rPr>
                <w:rFonts w:asciiTheme="minorHAnsi" w:hAnsiTheme="minorHAnsi" w:cstheme="minorHAnsi"/>
                <w:lang w:val="de-DE"/>
              </w:rPr>
              <w:t>ss</w:t>
            </w:r>
            <w:r w:rsidRPr="00DB7372">
              <w:rPr>
                <w:rFonts w:asciiTheme="minorHAnsi" w:hAnsiTheme="minorHAnsi" w:cstheme="minorHAnsi"/>
                <w:lang w:val="de-DE"/>
              </w:rPr>
              <w:t>erbox inkl. Elektronik und Magnetventil</w:t>
            </w:r>
          </w:p>
          <w:p w:rsidR="00E330B1" w:rsidRPr="00DB7372" w:rsidRDefault="00D2783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 für Eurofl</w:t>
            </w:r>
            <w:r w:rsidR="00E330B1" w:rsidRPr="00DB7372">
              <w:rPr>
                <w:rFonts w:asciiTheme="minorHAnsi" w:hAnsiTheme="minorHAnsi" w:cstheme="minorHAnsi"/>
                <w:lang w:val="de-DE"/>
              </w:rPr>
              <w:t xml:space="preserve">aschen mit Seife </w:t>
            </w:r>
          </w:p>
          <w:p w:rsidR="00E330B1" w:rsidRPr="00DB7372" w:rsidRDefault="00E330B1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Befestigungsmaterial für die Wa</w:t>
            </w:r>
            <w:r w:rsidR="00351811">
              <w:rPr>
                <w:rFonts w:asciiTheme="minorHAnsi" w:hAnsiTheme="minorHAnsi" w:cstheme="minorHAnsi"/>
                <w:lang w:val="de-DE"/>
              </w:rPr>
              <w:t>nd</w:t>
            </w:r>
            <w:r w:rsidRPr="00DB7372">
              <w:rPr>
                <w:rFonts w:asciiTheme="minorHAnsi" w:hAnsiTheme="minorHAnsi" w:cstheme="minorHAnsi"/>
                <w:lang w:val="de-DE"/>
              </w:rPr>
              <w:t>montage</w:t>
            </w:r>
          </w:p>
          <w:p w:rsidR="00E330B1" w:rsidRPr="00DB7372" w:rsidRDefault="00E330B1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Je ein Edelstahl-Panzerschlauch (850 mm) für den Warm und Kaltwasseranschluss</w:t>
            </w:r>
          </w:p>
          <w:p w:rsidR="00E330B1" w:rsidRPr="00DB7372" w:rsidRDefault="00E330B1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Netzstecker</w:t>
            </w:r>
          </w:p>
          <w:p w:rsidR="00E330B1" w:rsidRPr="00DB7372" w:rsidRDefault="00E330B1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Bedienungsanleitung</w:t>
            </w:r>
          </w:p>
          <w:p w:rsidR="00E330B1" w:rsidRPr="00DB7372" w:rsidRDefault="00E330B1" w:rsidP="00D2783E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E330B1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E330B1" w:rsidRDefault="00E330B1" w:rsidP="00CC0011">
            <w:pPr>
              <w:rPr>
                <w:rFonts w:asciiTheme="minorHAnsi" w:hAnsiTheme="minorHAnsi" w:cstheme="minorHAnsi"/>
              </w:rPr>
            </w:pPr>
          </w:p>
        </w:tc>
      </w:tr>
    </w:tbl>
    <w:p w:rsidR="00921DEB" w:rsidRPr="006F3CB6" w:rsidRDefault="00921DEB" w:rsidP="006F3CB6"/>
    <w:sectPr w:rsidR="00921DEB" w:rsidRPr="006F3CB6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163A" w:rsidRDefault="0093163A" w:rsidP="00187130">
      <w:pPr>
        <w:spacing w:line="240" w:lineRule="auto"/>
      </w:pPr>
      <w:r>
        <w:separator/>
      </w:r>
    </w:p>
  </w:endnote>
  <w:endnote w:type="continuationSeparator" w:id="0">
    <w:p w:rsidR="0093163A" w:rsidRDefault="0093163A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187130" w:rsidP="00D2783E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VDE.</w:t>
          </w:r>
          <w:r w:rsidR="00636E9C">
            <w:rPr>
              <w:sz w:val="16"/>
              <w:szCs w:val="16"/>
            </w:rPr>
            <w:fldChar w:fldCharType="begin"/>
          </w:r>
          <w:r w:rsidR="00636E9C">
            <w:rPr>
              <w:sz w:val="16"/>
              <w:szCs w:val="16"/>
              <w:lang w:val="de-DE"/>
            </w:rPr>
            <w:instrText xml:space="preserve"> TIME \@ "dd.MM.yyyy" </w:instrText>
          </w:r>
          <w:r w:rsidR="00636E9C">
            <w:rPr>
              <w:sz w:val="16"/>
              <w:szCs w:val="16"/>
            </w:rPr>
            <w:fldChar w:fldCharType="separate"/>
          </w:r>
          <w:r w:rsidR="00351811">
            <w:rPr>
              <w:noProof/>
              <w:sz w:val="16"/>
              <w:szCs w:val="16"/>
              <w:lang w:val="de-DE"/>
            </w:rPr>
            <w:t>27.01.2020</w:t>
          </w:r>
          <w:r w:rsidR="00636E9C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6F3CB6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="006F3CB6" w:rsidRPr="006F3CB6">
                    <w:rPr>
                      <w:sz w:val="16"/>
                      <w:szCs w:val="16"/>
                      <w:lang w:val="de-DE"/>
                    </w:rPr>
                    <w:t>Seite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D2783E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="006F3CB6">
                    <w:rPr>
                      <w:sz w:val="16"/>
                      <w:szCs w:val="16"/>
                    </w:rPr>
                    <w:t xml:space="preserve"> von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D2783E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163A" w:rsidRDefault="0093163A" w:rsidP="00187130">
      <w:pPr>
        <w:spacing w:line="240" w:lineRule="auto"/>
      </w:pPr>
      <w:r>
        <w:separator/>
      </w:r>
    </w:p>
  </w:footnote>
  <w:footnote w:type="continuationSeparator" w:id="0">
    <w:p w:rsidR="0093163A" w:rsidRDefault="0093163A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Default="006F3CB6" w:rsidP="00187130">
    <w:pPr>
      <w:pStyle w:val="Titel"/>
    </w:pPr>
    <w:r>
      <w:t>Ausschreibungstexte</w:t>
    </w:r>
  </w:p>
  <w:p w:rsidR="006F3CB6" w:rsidRPr="006F3CB6" w:rsidRDefault="006F3CB6" w:rsidP="006F3CB6">
    <w:pPr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CB6"/>
    <w:rsid w:val="000C71CE"/>
    <w:rsid w:val="000E101F"/>
    <w:rsid w:val="000F397B"/>
    <w:rsid w:val="0016579A"/>
    <w:rsid w:val="00187130"/>
    <w:rsid w:val="00283DCF"/>
    <w:rsid w:val="00311054"/>
    <w:rsid w:val="00351811"/>
    <w:rsid w:val="003C5356"/>
    <w:rsid w:val="004879BA"/>
    <w:rsid w:val="004E5BA6"/>
    <w:rsid w:val="004F6ABC"/>
    <w:rsid w:val="00515CAF"/>
    <w:rsid w:val="00520B84"/>
    <w:rsid w:val="00537D4C"/>
    <w:rsid w:val="00636E9C"/>
    <w:rsid w:val="006816CB"/>
    <w:rsid w:val="006F2EAC"/>
    <w:rsid w:val="006F3CB6"/>
    <w:rsid w:val="00736F17"/>
    <w:rsid w:val="008819A6"/>
    <w:rsid w:val="008A348D"/>
    <w:rsid w:val="008B327F"/>
    <w:rsid w:val="008D6316"/>
    <w:rsid w:val="00921DEB"/>
    <w:rsid w:val="0093163A"/>
    <w:rsid w:val="00967D7A"/>
    <w:rsid w:val="00A87852"/>
    <w:rsid w:val="00B32D1F"/>
    <w:rsid w:val="00C4200E"/>
    <w:rsid w:val="00CE4B09"/>
    <w:rsid w:val="00D2783E"/>
    <w:rsid w:val="00D3408D"/>
    <w:rsid w:val="00E330B1"/>
    <w:rsid w:val="00F041C0"/>
    <w:rsid w:val="00F55368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3250C21"/>
  <w15:docId w15:val="{3CB4C72A-B032-4AB9-BF19-6D56426B2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6F3CB6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Ausschreibungstexte template.dotx</Template>
  <TotalTime>0</TotalTime>
  <Pages>1</Pages>
  <Words>173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6</cp:revision>
  <dcterms:created xsi:type="dcterms:W3CDTF">2015-05-21T07:23:00Z</dcterms:created>
  <dcterms:modified xsi:type="dcterms:W3CDTF">2020-01-27T14:46:00Z</dcterms:modified>
</cp:coreProperties>
</file>