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25333" w:rsidRPr="00212BB1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CCR1NC</w:t>
            </w:r>
          </w:p>
        </w:tc>
      </w:tr>
      <w:tr w:rsidR="00D25333" w:rsidRPr="00242319" w:rsidTr="00CF4860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EE6086" w:rsidRPr="00EE6086">
              <w:rPr>
                <w:rFonts w:asciiTheme="minorHAnsi" w:hAnsiTheme="minorHAnsi" w:cstheme="minorHAnsi"/>
              </w:rPr>
              <w:t>Pure W</w:t>
            </w:r>
            <w:r w:rsidR="00EE608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Standard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DD5EA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D25333" w:rsidRPr="00D2754D" w:rsidRDefault="00EE6086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D25333" w:rsidRPr="00D2754D" w:rsidRDefault="00EE6086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253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4937C7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D2754D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2533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2533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EE6086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</w:t>
            </w:r>
            <w:r w:rsidR="00EE6086" w:rsidRPr="00EE6086">
              <w:rPr>
                <w:rFonts w:asciiTheme="minorHAnsi" w:hAnsiTheme="minorHAnsi" w:cstheme="minorHAnsi"/>
              </w:rPr>
              <w:t>Pure W</w:t>
            </w:r>
            <w:r w:rsidR="00EE6086"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 xml:space="preserve">faucet - Electronic faucet 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EE6086">
              <w:rPr>
                <w:rFonts w:asciiTheme="minorHAnsi" w:hAnsiTheme="minorHAnsi" w:cstheme="minorHAnsi"/>
              </w:rPr>
              <w:t xml:space="preserve"> </w:t>
            </w:r>
            <w:r w:rsidR="00EE6086" w:rsidRPr="00EE6086">
              <w:rPr>
                <w:rFonts w:asciiTheme="minorHAnsi" w:hAnsiTheme="minorHAnsi" w:cstheme="minorHAnsi"/>
              </w:rPr>
              <w:t>Pure W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 w:rsidRPr="00212BB1">
              <w:rPr>
                <w:rFonts w:asciiTheme="minorHAnsi" w:hAnsiTheme="minorHAnsi" w:cstheme="minorHAnsi"/>
              </w:rPr>
              <w:t>cold water</w:t>
            </w:r>
            <w:proofErr w:type="gramEnd"/>
            <w:r w:rsidRPr="00212BB1">
              <w:rPr>
                <w:rFonts w:asciiTheme="minorHAnsi" w:hAnsiTheme="minorHAnsi" w:cstheme="minorHAnsi"/>
              </w:rPr>
              <w:t xml:space="preserve"> connections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  <w:bookmarkStart w:id="0" w:name="_GoBack"/>
            <w:bookmarkEnd w:id="0"/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60" w:rsidRDefault="00CF4860" w:rsidP="00187130">
      <w:pPr>
        <w:spacing w:line="240" w:lineRule="auto"/>
      </w:pPr>
      <w:r>
        <w:separator/>
      </w:r>
    </w:p>
  </w:endnote>
  <w:endnote w:type="continuationSeparator" w:id="0">
    <w:p w:rsidR="00CF4860" w:rsidRDefault="00CF486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Default="00CF4860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CF4860" w:rsidRPr="00187130" w:rsidTr="00187130">
      <w:tc>
        <w:tcPr>
          <w:tcW w:w="2986" w:type="dxa"/>
        </w:tcPr>
        <w:p w:rsidR="00CF4860" w:rsidRPr="00187130" w:rsidRDefault="00CF486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31146">
            <w:rPr>
              <w:sz w:val="16"/>
              <w:szCs w:val="16"/>
            </w:rPr>
            <w:fldChar w:fldCharType="begin"/>
          </w:r>
          <w:r w:rsidR="00C31146">
            <w:rPr>
              <w:sz w:val="16"/>
              <w:szCs w:val="16"/>
              <w:lang w:val="de-DE"/>
            </w:rPr>
            <w:instrText xml:space="preserve"> TIME \@ "dd.MM.yyyy" </w:instrText>
          </w:r>
          <w:r w:rsidR="00C31146">
            <w:rPr>
              <w:sz w:val="16"/>
              <w:szCs w:val="16"/>
            </w:rPr>
            <w:fldChar w:fldCharType="separate"/>
          </w:r>
          <w:r w:rsidR="00EE6086">
            <w:rPr>
              <w:noProof/>
              <w:sz w:val="16"/>
              <w:szCs w:val="16"/>
              <w:lang w:val="de-DE"/>
            </w:rPr>
            <w:t>29.01.2020</w:t>
          </w:r>
          <w:r w:rsidR="00C3114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CF4860" w:rsidRPr="000E101F" w:rsidRDefault="00CF486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CF4860" w:rsidRPr="00187130" w:rsidRDefault="00CF4860" w:rsidP="00CF4860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CF4860" w:rsidRDefault="00CF486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60" w:rsidRDefault="00CF4860" w:rsidP="00187130">
      <w:pPr>
        <w:spacing w:line="240" w:lineRule="auto"/>
      </w:pPr>
      <w:r>
        <w:separator/>
      </w:r>
    </w:p>
  </w:footnote>
  <w:footnote w:type="continuationSeparator" w:id="0">
    <w:p w:rsidR="00CF4860" w:rsidRDefault="00CF486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Pr="00187130" w:rsidRDefault="00CF4860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1E302F"/>
    <w:rsid w:val="00357D07"/>
    <w:rsid w:val="003833B6"/>
    <w:rsid w:val="004E017C"/>
    <w:rsid w:val="004E7EA9"/>
    <w:rsid w:val="00501343"/>
    <w:rsid w:val="00502F69"/>
    <w:rsid w:val="005653B3"/>
    <w:rsid w:val="006110B8"/>
    <w:rsid w:val="00616BEC"/>
    <w:rsid w:val="006D1270"/>
    <w:rsid w:val="008D6316"/>
    <w:rsid w:val="00921DEB"/>
    <w:rsid w:val="00964361"/>
    <w:rsid w:val="009B2800"/>
    <w:rsid w:val="00A10F8C"/>
    <w:rsid w:val="00B2505B"/>
    <w:rsid w:val="00B42B3C"/>
    <w:rsid w:val="00C31146"/>
    <w:rsid w:val="00CF4860"/>
    <w:rsid w:val="00D25333"/>
    <w:rsid w:val="00DF5643"/>
    <w:rsid w:val="00EE6086"/>
    <w:rsid w:val="00F041C0"/>
    <w:rsid w:val="00F70F3A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A14462"/>
  <w15:docId w15:val="{5F7C85CC-AFC0-411A-9A4A-0FEEE12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2015-05-21T10:38:00Z</dcterms:created>
  <dcterms:modified xsi:type="dcterms:W3CDTF">2020-01-29T10:28:00Z</dcterms:modified>
</cp:coreProperties>
</file>