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DF02D3" w:rsidRDefault="00031513" w:rsidP="00031513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CC</w:t>
            </w:r>
            <w:r w:rsidR="00DF02D3" w:rsidRPr="00AA2233">
              <w:rPr>
                <w:rFonts w:asciiTheme="minorHAnsi" w:hAnsiTheme="minorHAnsi" w:cstheme="minorHAnsi"/>
                <w:b/>
                <w:bCs/>
              </w:rPr>
              <w:t>R3NC</w:t>
            </w:r>
          </w:p>
        </w:tc>
      </w:tr>
      <w:tr w:rsidR="00DF02D3" w:rsidTr="0003151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</w:t>
            </w:r>
            <w:r w:rsidR="00203E8F" w:rsidRPr="00203E8F">
              <w:rPr>
                <w:rFonts w:asciiTheme="minorHAnsi" w:hAnsiTheme="minorHAnsi" w:cstheme="minorHAnsi"/>
              </w:rPr>
              <w:t xml:space="preserve">Pure W </w:t>
            </w:r>
            <w:r>
              <w:rPr>
                <w:rFonts w:asciiTheme="minorHAnsi" w:hAnsiTheme="minorHAnsi" w:cstheme="minorHAnsi"/>
              </w:rPr>
              <w:t>Wal</w:t>
            </w:r>
            <w:r w:rsidR="00203E8F">
              <w:rPr>
                <w:rFonts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DF02D3" w:rsidRDefault="00203E8F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DF02D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DF02D3" w:rsidRDefault="00203E8F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DF02D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</w:t>
            </w:r>
            <w:r w:rsidR="00203E8F">
              <w:rPr>
                <w:rFonts w:asciiTheme="minorHAnsi" w:hAnsiTheme="minorHAnsi" w:cstheme="minorHAnsi"/>
              </w:rPr>
              <w:t>.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DF02D3" w:rsidRDefault="00301A0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Polished chrome</w:t>
            </w:r>
            <w:r w:rsidR="00DF02D3">
              <w:rPr>
                <w:rFonts w:asciiTheme="minorHAnsi" w:hAnsiTheme="minorHAnsi" w:cstheme="minorHAnsi"/>
              </w:rPr>
              <w:t xml:space="preserve"> finish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DF02D3" w:rsidRDefault="00C357B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DF02D3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DF02D3" w:rsidRDefault="00C357B6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DF02D3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203E8F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</w:t>
            </w:r>
            <w:r w:rsidR="00203E8F" w:rsidRPr="00203E8F">
              <w:rPr>
                <w:rFonts w:asciiTheme="minorHAnsi" w:hAnsiTheme="minorHAnsi" w:cstheme="minorHAnsi"/>
              </w:rPr>
              <w:t xml:space="preserve">Pure W </w:t>
            </w:r>
            <w:r>
              <w:rPr>
                <w:rFonts w:asciiTheme="minorHAnsi" w:hAnsiTheme="minorHAnsi" w:cstheme="minorHAnsi"/>
              </w:rPr>
              <w:t xml:space="preserve">faucet - Electronic faucet 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>
              <w:rPr>
                <w:rFonts w:asciiTheme="minorHAnsi" w:hAnsiTheme="minorHAnsi" w:cstheme="minorHAnsi"/>
              </w:rPr>
              <w:t>high quality</w:t>
            </w:r>
            <w:proofErr w:type="gramEnd"/>
            <w:r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 completely adjustable via the miscea remote control (sold separately).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C357B6" w:rsidRDefault="00DF02D3" w:rsidP="00C357B6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</w:t>
            </w:r>
            <w:r w:rsidR="00203E8F" w:rsidRPr="00203E8F">
              <w:rPr>
                <w:rFonts w:asciiTheme="minorHAnsi" w:hAnsiTheme="minorHAnsi" w:cstheme="minorHAnsi"/>
              </w:rPr>
              <w:t xml:space="preserve">Pure W </w:t>
            </w:r>
            <w:r>
              <w:rPr>
                <w:rFonts w:asciiTheme="minorHAnsi" w:hAnsiTheme="minorHAnsi" w:cstheme="minorHAnsi"/>
              </w:rPr>
              <w:t xml:space="preserve">faucet </w:t>
            </w:r>
          </w:p>
          <w:p w:rsidR="00DF02D3" w:rsidRDefault="00DF02D3" w:rsidP="00C357B6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  <w:bookmarkStart w:id="0" w:name="_GoBack"/>
            <w:bookmarkEnd w:id="0"/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 x 84 cm stainless steel braided hoses for hot and </w:t>
            </w:r>
            <w:proofErr w:type="gramStart"/>
            <w:r>
              <w:rPr>
                <w:rFonts w:asciiTheme="minorHAnsi" w:hAnsiTheme="minorHAnsi" w:cstheme="minorHAnsi"/>
              </w:rPr>
              <w:t>cold water</w:t>
            </w:r>
            <w:proofErr w:type="gramEnd"/>
            <w:r>
              <w:rPr>
                <w:rFonts w:asciiTheme="minorHAnsi" w:hAnsiTheme="minorHAnsi" w:cstheme="minorHAnsi"/>
              </w:rPr>
              <w:t xml:space="preserve"> connections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DF02D3" w:rsidRDefault="00DF02D3" w:rsidP="0003151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031513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031513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513" w:rsidRDefault="00031513" w:rsidP="00187130">
      <w:pPr>
        <w:spacing w:line="240" w:lineRule="auto"/>
      </w:pPr>
      <w:r>
        <w:separator/>
      </w:r>
    </w:p>
  </w:endnote>
  <w:endnote w:type="continuationSeparator" w:id="0">
    <w:p w:rsidR="00031513" w:rsidRDefault="00031513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513" w:rsidRDefault="00031513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031513" w:rsidRPr="00187130" w:rsidTr="00187130">
      <w:tc>
        <w:tcPr>
          <w:tcW w:w="2986" w:type="dxa"/>
        </w:tcPr>
        <w:p w:rsidR="00031513" w:rsidRPr="00187130" w:rsidRDefault="00031513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</w:t>
          </w:r>
          <w:r w:rsidR="00C357B6">
            <w:rPr>
              <w:sz w:val="16"/>
              <w:szCs w:val="16"/>
            </w:rPr>
            <w:t>.</w:t>
          </w:r>
          <w:r w:rsidR="00235521">
            <w:rPr>
              <w:sz w:val="16"/>
              <w:szCs w:val="16"/>
            </w:rPr>
            <w:fldChar w:fldCharType="begin"/>
          </w:r>
          <w:r w:rsidR="00235521">
            <w:rPr>
              <w:sz w:val="16"/>
              <w:szCs w:val="16"/>
              <w:lang w:val="de-DE"/>
            </w:rPr>
            <w:instrText xml:space="preserve"> TIME \@ "dd.MM.yyyy" </w:instrText>
          </w:r>
          <w:r w:rsidR="00235521">
            <w:rPr>
              <w:sz w:val="16"/>
              <w:szCs w:val="16"/>
            </w:rPr>
            <w:fldChar w:fldCharType="separate"/>
          </w:r>
          <w:r w:rsidR="00203E8F">
            <w:rPr>
              <w:noProof/>
              <w:sz w:val="16"/>
              <w:szCs w:val="16"/>
              <w:lang w:val="de-DE"/>
            </w:rPr>
            <w:t>29.01.2020</w:t>
          </w:r>
          <w:r w:rsidR="00235521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031513" w:rsidRPr="000E101F" w:rsidRDefault="00031513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031513" w:rsidRPr="00187130" w:rsidRDefault="00031513" w:rsidP="00031513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357B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C357B6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031513" w:rsidRDefault="00031513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513" w:rsidRDefault="00031513" w:rsidP="00187130">
      <w:pPr>
        <w:spacing w:line="240" w:lineRule="auto"/>
      </w:pPr>
      <w:r>
        <w:separator/>
      </w:r>
    </w:p>
  </w:footnote>
  <w:footnote w:type="continuationSeparator" w:id="0">
    <w:p w:rsidR="00031513" w:rsidRDefault="00031513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1513" w:rsidRPr="00187130" w:rsidRDefault="00031513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31513"/>
    <w:rsid w:val="000E101F"/>
    <w:rsid w:val="00147840"/>
    <w:rsid w:val="00174F44"/>
    <w:rsid w:val="00187130"/>
    <w:rsid w:val="00203E8F"/>
    <w:rsid w:val="00211335"/>
    <w:rsid w:val="002168C5"/>
    <w:rsid w:val="00235521"/>
    <w:rsid w:val="00301A06"/>
    <w:rsid w:val="00357D07"/>
    <w:rsid w:val="003833B6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64361"/>
    <w:rsid w:val="009B2800"/>
    <w:rsid w:val="00A10F8C"/>
    <w:rsid w:val="00A62D14"/>
    <w:rsid w:val="00B42B3C"/>
    <w:rsid w:val="00B55A23"/>
    <w:rsid w:val="00B926E8"/>
    <w:rsid w:val="00BB7D7A"/>
    <w:rsid w:val="00C2725C"/>
    <w:rsid w:val="00C357B6"/>
    <w:rsid w:val="00D2233E"/>
    <w:rsid w:val="00D23A89"/>
    <w:rsid w:val="00D25333"/>
    <w:rsid w:val="00DF02D3"/>
    <w:rsid w:val="00DF5643"/>
    <w:rsid w:val="00E6773D"/>
    <w:rsid w:val="00F041C0"/>
    <w:rsid w:val="00FB455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E90503F"/>
  <w15:docId w15:val="{0BCB2E03-C972-4E34-85CA-A640F6A3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145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7</cp:revision>
  <dcterms:created xsi:type="dcterms:W3CDTF">2015-05-21T10:48:00Z</dcterms:created>
  <dcterms:modified xsi:type="dcterms:W3CDTF">2020-01-29T10:33:00Z</dcterms:modified>
</cp:coreProperties>
</file>