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77653F" w:rsidRDefault="00B92DB8" w:rsidP="00A71FB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</w:t>
            </w:r>
            <w:r w:rsidR="0077653F" w:rsidRPr="000133DF">
              <w:rPr>
                <w:rFonts w:asciiTheme="minorHAnsi" w:hAnsiTheme="minorHAnsi" w:cstheme="minorHAnsi"/>
                <w:b/>
                <w:bCs/>
              </w:rPr>
              <w:t>R1S1-1NCEN</w:t>
            </w:r>
          </w:p>
        </w:tc>
      </w:tr>
      <w:tr w:rsidR="0077653F" w:rsidTr="00A71FB9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Standard with integrated Soap Dispenser 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77653F" w:rsidRDefault="0077653F" w:rsidP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B92DB8">
              <w:rPr>
                <w:rFonts w:asciiTheme="minorHAnsi" w:hAnsiTheme="minorHAnsi" w:cstheme="minorHAnsi"/>
              </w:rPr>
              <w:t>Stainless steel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C93856" w:rsidTr="0077653F">
        <w:tc>
          <w:tcPr>
            <w:tcW w:w="2462" w:type="dxa"/>
            <w:hideMark/>
          </w:tcPr>
          <w:p w:rsidR="00C93856" w:rsidRDefault="00C9385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C93856" w:rsidRDefault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C93856" w:rsidTr="0077653F">
        <w:tc>
          <w:tcPr>
            <w:tcW w:w="2462" w:type="dxa"/>
            <w:hideMark/>
          </w:tcPr>
          <w:p w:rsidR="00C93856" w:rsidRDefault="00C9385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C93856" w:rsidRDefault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pouch refi</w:t>
            </w:r>
            <w:r w:rsidRPr="00A82CF5">
              <w:rPr>
                <w:rFonts w:asciiTheme="minorHAnsi" w:hAnsiTheme="minorHAnsi" w:cstheme="minorHAnsi"/>
              </w:rPr>
              <w:t>lls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System must be used with 2 pouches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B92DB8" w:rsidRDefault="00B92DB8" w:rsidP="00A10F8C"/>
    <w:p w:rsidR="00921DEB" w:rsidRPr="00B92DB8" w:rsidRDefault="00B92DB8" w:rsidP="00B92DB8">
      <w:pPr>
        <w:tabs>
          <w:tab w:val="left" w:pos="5820"/>
        </w:tabs>
      </w:pPr>
      <w:r>
        <w:tab/>
      </w:r>
      <w:bookmarkStart w:id="0" w:name="_GoBack"/>
      <w:bookmarkEnd w:id="0"/>
    </w:p>
    <w:sectPr w:rsidR="00921DEB" w:rsidRPr="00B92DB8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859" w:rsidRDefault="003F7859" w:rsidP="00187130">
      <w:pPr>
        <w:spacing w:line="240" w:lineRule="auto"/>
      </w:pPr>
      <w:r>
        <w:separator/>
      </w:r>
    </w:p>
  </w:endnote>
  <w:endnote w:type="continuationSeparator" w:id="0">
    <w:p w:rsidR="003F7859" w:rsidRDefault="003F785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92DB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1052CD">
            <w:rPr>
              <w:sz w:val="16"/>
              <w:szCs w:val="16"/>
            </w:rPr>
            <w:fldChar w:fldCharType="begin"/>
          </w:r>
          <w:r w:rsidR="001052CD">
            <w:rPr>
              <w:sz w:val="16"/>
              <w:szCs w:val="16"/>
              <w:lang w:val="de-DE"/>
            </w:rPr>
            <w:instrText xml:space="preserve"> TIME \@ "dd.MM.yyyy" </w:instrText>
          </w:r>
          <w:r w:rsidR="001052CD">
            <w:rPr>
              <w:sz w:val="16"/>
              <w:szCs w:val="16"/>
            </w:rPr>
            <w:fldChar w:fldCharType="separate"/>
          </w:r>
          <w:r w:rsidR="001052CD">
            <w:rPr>
              <w:noProof/>
              <w:sz w:val="16"/>
              <w:szCs w:val="16"/>
              <w:lang w:val="de-DE"/>
            </w:rPr>
            <w:t>28.01.2020</w:t>
          </w:r>
          <w:r w:rsidR="001052CD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B92DB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B92DB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859" w:rsidRDefault="003F7859" w:rsidP="00187130">
      <w:pPr>
        <w:spacing w:line="240" w:lineRule="auto"/>
      </w:pPr>
      <w:r>
        <w:separator/>
      </w:r>
    </w:p>
  </w:footnote>
  <w:footnote w:type="continuationSeparator" w:id="0">
    <w:p w:rsidR="003F7859" w:rsidRDefault="003F785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F56CEE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052CD"/>
    <w:rsid w:val="00110737"/>
    <w:rsid w:val="00187130"/>
    <w:rsid w:val="003F7859"/>
    <w:rsid w:val="004A6995"/>
    <w:rsid w:val="005653B3"/>
    <w:rsid w:val="0077653F"/>
    <w:rsid w:val="008D6316"/>
    <w:rsid w:val="00921DEB"/>
    <w:rsid w:val="00A10F8C"/>
    <w:rsid w:val="00A22108"/>
    <w:rsid w:val="00A373BF"/>
    <w:rsid w:val="00B54E93"/>
    <w:rsid w:val="00B92DB8"/>
    <w:rsid w:val="00C93856"/>
    <w:rsid w:val="00F041C0"/>
    <w:rsid w:val="00F30311"/>
    <w:rsid w:val="00F56CEE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098BD9C2-F4D6-4920-9889-2E00BF4F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2015-05-21T11:06:00Z</dcterms:created>
  <dcterms:modified xsi:type="dcterms:W3CDTF">2020-01-28T14:53:00Z</dcterms:modified>
</cp:coreProperties>
</file>