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C81638">
              <w:rPr>
                <w:rFonts w:asciiTheme="minorHAnsi" w:hAnsiTheme="minorHAnsi" w:cstheme="minorHAnsi"/>
                <w:b/>
                <w:bCs/>
              </w:rPr>
              <w:t>LCR3S</w:t>
            </w:r>
            <w:r w:rsidR="001864F2">
              <w:rPr>
                <w:rFonts w:asciiTheme="minorHAnsi" w:hAnsiTheme="minorHAnsi" w:cstheme="minorHAnsi"/>
                <w:b/>
                <w:bCs/>
              </w:rPr>
              <w:t>2</w:t>
            </w:r>
            <w:r w:rsidRPr="00C81638">
              <w:rPr>
                <w:rFonts w:asciiTheme="minorHAnsi" w:hAnsiTheme="minorHAnsi" w:cstheme="minorHAnsi"/>
                <w:b/>
                <w:bCs/>
              </w:rPr>
              <w:t>-1NCDE</w:t>
            </w:r>
          </w:p>
        </w:tc>
      </w:tr>
      <w:tr w:rsidR="007446E3" w:rsidTr="00A71FB9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Wall with integrated Soap Dispenser </w:t>
            </w:r>
            <w:r w:rsidR="001864F2">
              <w:rPr>
                <w:rFonts w:asciiTheme="minorHAnsi" w:hAnsiTheme="minorHAnsi" w:cstheme="minorHAnsi"/>
              </w:rPr>
              <w:t>for bottle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1864F2">
              <w:rPr>
                <w:rFonts w:asciiTheme="minorHAnsi" w:hAnsiTheme="minorHAnsi" w:cstheme="minorHAnsi"/>
              </w:rPr>
              <w:t>bottle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0.8 to 10 bar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 °C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</w:t>
            </w:r>
            <w:r w:rsidRPr="00A82CF5">
              <w:rPr>
                <w:rFonts w:asciiTheme="minorHAnsi" w:hAnsiTheme="minorHAnsi" w:cstheme="minorHAnsi"/>
              </w:rPr>
              <w:t>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7446E3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1864F2">
              <w:rPr>
                <w:rFonts w:asciiTheme="minorHAnsi" w:hAnsiTheme="minorHAnsi" w:cstheme="minorHAnsi"/>
              </w:rPr>
              <w:t>bottle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Liquid refi</w:t>
            </w:r>
            <w:r w:rsidRPr="00A82CF5">
              <w:rPr>
                <w:rFonts w:asciiTheme="minorHAnsi" w:hAnsiTheme="minorHAnsi" w:cstheme="minorHAnsi"/>
              </w:rPr>
              <w:t>ll products not included.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Please order separately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7446E3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046" w:rsidRDefault="006B7046" w:rsidP="00187130">
      <w:pPr>
        <w:spacing w:line="240" w:lineRule="auto"/>
      </w:pPr>
      <w:r>
        <w:separator/>
      </w:r>
    </w:p>
  </w:endnote>
  <w:endnote w:type="continuationSeparator" w:id="0">
    <w:p w:rsidR="006B7046" w:rsidRDefault="006B704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9B4B7E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187130">
            <w:rPr>
              <w:sz w:val="16"/>
              <w:szCs w:val="16"/>
            </w:rPr>
            <w:t>.</w:t>
          </w:r>
          <w:r w:rsidR="00FE1DF8">
            <w:rPr>
              <w:sz w:val="16"/>
              <w:szCs w:val="16"/>
            </w:rPr>
            <w:fldChar w:fldCharType="begin"/>
          </w:r>
          <w:r w:rsidR="00FE1DF8">
            <w:rPr>
              <w:sz w:val="16"/>
              <w:szCs w:val="16"/>
              <w:lang w:val="de-DE"/>
            </w:rPr>
            <w:instrText xml:space="preserve"> TIME \@ "dd.MM.yyyy" </w:instrText>
          </w:r>
          <w:r w:rsidR="00FE1DF8">
            <w:rPr>
              <w:sz w:val="16"/>
              <w:szCs w:val="16"/>
            </w:rPr>
            <w:fldChar w:fldCharType="separate"/>
          </w:r>
          <w:r w:rsidR="001864F2">
            <w:rPr>
              <w:noProof/>
              <w:sz w:val="16"/>
              <w:szCs w:val="16"/>
              <w:lang w:val="de-DE"/>
            </w:rPr>
            <w:t>28.01.2020</w:t>
          </w:r>
          <w:r w:rsidR="00FE1DF8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B4B7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B4B7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046" w:rsidRDefault="006B7046" w:rsidP="00187130">
      <w:pPr>
        <w:spacing w:line="240" w:lineRule="auto"/>
      </w:pPr>
      <w:r>
        <w:separator/>
      </w:r>
    </w:p>
  </w:footnote>
  <w:footnote w:type="continuationSeparator" w:id="0">
    <w:p w:rsidR="006B7046" w:rsidRDefault="006B704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9B4B7E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64F2"/>
    <w:rsid w:val="00187130"/>
    <w:rsid w:val="001D75BB"/>
    <w:rsid w:val="00200553"/>
    <w:rsid w:val="004A6995"/>
    <w:rsid w:val="005653B3"/>
    <w:rsid w:val="006B7046"/>
    <w:rsid w:val="007446E3"/>
    <w:rsid w:val="008D6316"/>
    <w:rsid w:val="00921DEB"/>
    <w:rsid w:val="009B4B7E"/>
    <w:rsid w:val="00A10F8C"/>
    <w:rsid w:val="00A22108"/>
    <w:rsid w:val="00A67EAB"/>
    <w:rsid w:val="00B54E93"/>
    <w:rsid w:val="00DB4CE3"/>
    <w:rsid w:val="00DC02A7"/>
    <w:rsid w:val="00F041C0"/>
    <w:rsid w:val="00F30311"/>
    <w:rsid w:val="00FE1DF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17969E"/>
  <w15:docId w15:val="{712B904D-3ACC-4022-B1D5-C84E5B0E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2015-05-21T11:18:00Z</dcterms:created>
  <dcterms:modified xsi:type="dcterms:W3CDTF">2020-01-28T15:00:00Z</dcterms:modified>
</cp:coreProperties>
</file>